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Flyer layout table"/>
      </w:tblPr>
      <w:tblGrid>
        <w:gridCol w:w="15210"/>
      </w:tblGrid>
      <w:tr w:rsidR="00790730" w14:paraId="1B60410C" w14:textId="77777777" w:rsidTr="00EC728B">
        <w:trPr>
          <w:trHeight w:hRule="exact" w:val="8586"/>
        </w:trPr>
        <w:tc>
          <w:tcPr>
            <w:tcW w:w="14760" w:type="dxa"/>
            <w:tcMar>
              <w:top w:w="1296" w:type="dxa"/>
            </w:tcMar>
          </w:tcPr>
          <w:p w14:paraId="6EB2336E" w14:textId="15E37CC6" w:rsidR="00031C08" w:rsidRPr="00151552" w:rsidRDefault="00AE3667" w:rsidP="00031C08">
            <w:pPr>
              <w:pStyle w:val="BlockText"/>
              <w:jc w:val="center"/>
              <w:rPr>
                <w:sz w:val="8"/>
              </w:rPr>
            </w:pPr>
            <w:r>
              <w:rPr>
                <w:noProof/>
                <w:sz w:val="72"/>
                <w:lang w:eastAsia="en-US"/>
              </w:rPr>
              <w:drawing>
                <wp:anchor distT="0" distB="0" distL="114300" distR="114300" simplePos="0" relativeHeight="251688960" behindDoc="0" locked="0" layoutInCell="1" allowOverlap="1" wp14:anchorId="7C63CE2D" wp14:editId="1C1D60C1">
                  <wp:simplePos x="0" y="0"/>
                  <wp:positionH relativeFrom="column">
                    <wp:posOffset>5505450</wp:posOffset>
                  </wp:positionH>
                  <wp:positionV relativeFrom="paragraph">
                    <wp:posOffset>-962660</wp:posOffset>
                  </wp:positionV>
                  <wp:extent cx="3190875" cy="567690"/>
                  <wp:effectExtent l="0" t="0" r="0" b="3810"/>
                  <wp:wrapNone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Seidman_markleft_wht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0875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C728B">
              <w:rPr>
                <w:noProof/>
                <w:sz w:val="72"/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D9A1672" wp14:editId="55ED0587">
                      <wp:simplePos x="0" y="0"/>
                      <wp:positionH relativeFrom="column">
                        <wp:posOffset>4781550</wp:posOffset>
                      </wp:positionH>
                      <wp:positionV relativeFrom="paragraph">
                        <wp:posOffset>-1137285</wp:posOffset>
                      </wp:positionV>
                      <wp:extent cx="4629150" cy="4010025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0" cy="4010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488E5C" w14:textId="77777777" w:rsidR="00EC728B" w:rsidRPr="00A82F6F" w:rsidRDefault="00EC728B" w:rsidP="00D4634E">
                                  <w:pPr>
                                    <w:pStyle w:val="BlockText"/>
                                    <w:ind w:left="0" w:right="-30"/>
                                    <w:jc w:val="center"/>
                                    <w:rPr>
                                      <w:sz w:val="9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3A8A458D" w14:textId="77777777" w:rsidR="00EC728B" w:rsidRPr="00A82F6F" w:rsidRDefault="00EC728B" w:rsidP="00EC728B">
                                  <w:pPr>
                                    <w:pStyle w:val="BlockText"/>
                                    <w:jc w:val="center"/>
                                    <w:rPr>
                                      <w:sz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5ACE7DB" w14:textId="77777777" w:rsidR="00810DCA" w:rsidRPr="00A82F6F" w:rsidRDefault="00810DCA" w:rsidP="00EC728B">
                                  <w:pPr>
                                    <w:pStyle w:val="BlockText"/>
                                    <w:ind w:left="0" w:right="-30"/>
                                    <w:jc w:val="center"/>
                                    <w:rPr>
                                      <w:sz w:val="4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979AB48" w14:textId="77777777" w:rsidR="00810DCA" w:rsidRPr="00810DCA" w:rsidRDefault="00810DCA" w:rsidP="00EC728B">
                                  <w:pPr>
                                    <w:pStyle w:val="BlockText"/>
                                    <w:ind w:left="0" w:right="-30"/>
                                    <w:jc w:val="center"/>
                                    <w:rPr>
                                      <w:sz w:val="52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1F90A9C" w14:textId="54A7C905" w:rsidR="00A82F6F" w:rsidRPr="00A82F6F" w:rsidRDefault="00EE215A" w:rsidP="00D4634E">
                                  <w:pPr>
                                    <w:pStyle w:val="Title"/>
                                    <w:ind w:left="0" w:right="-30"/>
                                    <w:jc w:val="center"/>
                                    <w:rPr>
                                      <w:caps w:val="0"/>
                                      <w:kern w:val="0"/>
                                      <w:sz w:val="56"/>
                                      <w:szCs w:val="52"/>
                                    </w:rPr>
                                  </w:pPr>
                                  <w:r>
                                    <w:rPr>
                                      <w:caps w:val="0"/>
                                      <w:kern w:val="0"/>
                                      <w:sz w:val="96"/>
                                      <w:szCs w:val="52"/>
                                    </w:rPr>
                                    <w:t xml:space="preserve"> </w:t>
                                  </w:r>
                                  <w:r w:rsidR="00EC728B" w:rsidRPr="00A82F6F">
                                    <w:rPr>
                                      <w:caps w:val="0"/>
                                      <w:kern w:val="0"/>
                                      <w:sz w:val="96"/>
                                      <w:szCs w:val="52"/>
                                    </w:rPr>
                                    <w:t>ERP</w:t>
                                  </w:r>
                                  <w:r w:rsidR="00D4634E">
                                    <w:rPr>
                                      <w:caps w:val="0"/>
                                      <w:kern w:val="0"/>
                                      <w:sz w:val="96"/>
                                      <w:szCs w:val="52"/>
                                    </w:rPr>
                                    <w:t>s</w:t>
                                  </w:r>
                                  <w:r w:rsidR="00EC728B" w:rsidRPr="00A82F6F">
                                    <w:rPr>
                                      <w:caps w:val="0"/>
                                      <w:kern w:val="0"/>
                                      <w:sz w:val="96"/>
                                      <w:szCs w:val="52"/>
                                    </w:rPr>
                                    <w:t xml:space="preserve">im @ </w:t>
                                  </w:r>
                                  <w:r>
                                    <w:rPr>
                                      <w:caps w:val="0"/>
                                      <w:kern w:val="0"/>
                                      <w:sz w:val="96"/>
                                      <w:szCs w:val="52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caps w:val="0"/>
                                      <w:kern w:val="0"/>
                                      <w:sz w:val="96"/>
                                      <w:szCs w:val="52"/>
                                    </w:rPr>
                                    <w:br/>
                                    <w:t xml:space="preserve"> </w:t>
                                  </w:r>
                                  <w:r w:rsidR="00EC728B" w:rsidRPr="00A82F6F">
                                    <w:rPr>
                                      <w:caps w:val="0"/>
                                      <w:kern w:val="0"/>
                                      <w:sz w:val="96"/>
                                      <w:szCs w:val="52"/>
                                    </w:rPr>
                                    <w:t>Seidman</w:t>
                                  </w:r>
                                  <w:r w:rsidR="00A82F6F" w:rsidRPr="00D4634E">
                                    <w:rPr>
                                      <w:caps w:val="0"/>
                                      <w:kern w:val="0"/>
                                      <w:sz w:val="52"/>
                                      <w:szCs w:val="52"/>
                                    </w:rPr>
                                    <w:br/>
                                  </w:r>
                                  <w:r w:rsidR="00A82F6F" w:rsidRPr="00D4634E">
                                    <w:rPr>
                                      <w:caps w:val="0"/>
                                      <w:kern w:val="0"/>
                                      <w:sz w:val="56"/>
                                      <w:szCs w:val="52"/>
                                    </w:rPr>
                                    <w:br/>
                                  </w:r>
                                  <w:r w:rsidR="00EC728B" w:rsidRPr="00A82F6F">
                                    <w:rPr>
                                      <w:caps w:val="0"/>
                                      <w:kern w:val="0"/>
                                      <w:sz w:val="72"/>
                                      <w:szCs w:val="52"/>
                                    </w:rPr>
                                    <w:t xml:space="preserve"> </w:t>
                                  </w:r>
                                  <w:r w:rsidR="00A82F6F" w:rsidRPr="00A82F6F">
                                    <w:rPr>
                                      <w:caps w:val="0"/>
                                      <w:kern w:val="0"/>
                                      <w:sz w:val="56"/>
                                      <w:szCs w:val="52"/>
                                    </w:rPr>
                                    <w:t>An SAP</w:t>
                                  </w:r>
                                  <w:r w:rsidR="00D4634E">
                                    <w:rPr>
                                      <w:caps w:val="0"/>
                                      <w:kern w:val="0"/>
                                      <w:sz w:val="56"/>
                                      <w:szCs w:val="52"/>
                                      <w:vertAlign w:val="superscript"/>
                                    </w:rPr>
                                    <w:t>®</w:t>
                                  </w:r>
                                  <w:r w:rsidR="00A82F6F" w:rsidRPr="00A82F6F">
                                    <w:rPr>
                                      <w:caps w:val="0"/>
                                      <w:kern w:val="0"/>
                                      <w:sz w:val="56"/>
                                      <w:szCs w:val="52"/>
                                    </w:rPr>
                                    <w:t xml:space="preserve"> </w:t>
                                  </w:r>
                                  <w:r w:rsidR="00A82F6F">
                                    <w:rPr>
                                      <w:caps w:val="0"/>
                                      <w:kern w:val="0"/>
                                      <w:sz w:val="56"/>
                                      <w:szCs w:val="52"/>
                                    </w:rPr>
                                    <w:t xml:space="preserve">Young </w:t>
                                  </w:r>
                                  <w:r w:rsidR="00A82F6F" w:rsidRPr="00A82F6F">
                                    <w:rPr>
                                      <w:caps w:val="0"/>
                                      <w:kern w:val="0"/>
                                      <w:sz w:val="56"/>
                                      <w:szCs w:val="52"/>
                                    </w:rPr>
                                    <w:t xml:space="preserve">Thinkers </w:t>
                                  </w:r>
                                  <w:r w:rsidR="00A82F6F">
                                    <w:rPr>
                                      <w:caps w:val="0"/>
                                      <w:kern w:val="0"/>
                                      <w:sz w:val="56"/>
                                      <w:szCs w:val="52"/>
                                    </w:rPr>
                                    <w:br/>
                                  </w:r>
                                  <w:r w:rsidR="00A82F6F" w:rsidRPr="00A82F6F">
                                    <w:rPr>
                                      <w:caps w:val="0"/>
                                      <w:kern w:val="0"/>
                                      <w:sz w:val="56"/>
                                      <w:szCs w:val="52"/>
                                    </w:rPr>
                                    <w:t>Event</w:t>
                                  </w:r>
                                </w:p>
                                <w:p w14:paraId="2F542D84" w14:textId="0A6C338C" w:rsidR="00EC728B" w:rsidRPr="00A82F6F" w:rsidRDefault="00EC728B" w:rsidP="00EC728B">
                                  <w:pPr>
                                    <w:pStyle w:val="BlockText"/>
                                    <w:ind w:left="0" w:right="-30"/>
                                    <w:jc w:val="center"/>
                                    <w:rPr>
                                      <w:sz w:val="96"/>
                                      <w:vertAlign w:val="superscript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9A167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76.5pt;margin-top:-89.55pt;width:364.5pt;height:315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" filled="f" stroked="f">
                      <v:textbox>
                        <w:txbxContent>
                          <w:p w14:paraId="40488E5C" w14:textId="77777777" w:rsidR="00EC728B" w:rsidRPr="00A82F6F" w:rsidRDefault="00EC728B" w:rsidP="00D4634E">
                            <w:pPr>
                              <w:pStyle w:val="BlockText"/>
                              <w:ind w:left="0" w:right="-30"/>
                              <w:jc w:val="center"/>
                              <w:rPr>
                                <w:sz w:val="9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A8A458D" w14:textId="77777777" w:rsidR="00EC728B" w:rsidRPr="00A82F6F" w:rsidRDefault="00EC728B" w:rsidP="00EC728B">
                            <w:pPr>
                              <w:pStyle w:val="BlockText"/>
                              <w:jc w:val="center"/>
                              <w:rPr>
                                <w:sz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5ACE7DB" w14:textId="77777777" w:rsidR="00810DCA" w:rsidRPr="00A82F6F" w:rsidRDefault="00810DCA" w:rsidP="00EC728B">
                            <w:pPr>
                              <w:pStyle w:val="BlockText"/>
                              <w:ind w:left="0" w:right="-30"/>
                              <w:jc w:val="center"/>
                              <w:rPr>
                                <w:sz w:val="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979AB48" w14:textId="77777777" w:rsidR="00810DCA" w:rsidRPr="00810DCA" w:rsidRDefault="00810DCA" w:rsidP="00EC728B">
                            <w:pPr>
                              <w:pStyle w:val="BlockText"/>
                              <w:ind w:left="0" w:right="-30"/>
                              <w:jc w:val="center"/>
                              <w:rPr>
                                <w:sz w:val="5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1F90A9C" w14:textId="54A7C905" w:rsidR="00A82F6F" w:rsidRPr="00A82F6F" w:rsidRDefault="00EE215A" w:rsidP="00D4634E">
                            <w:pPr>
                              <w:pStyle w:val="Title"/>
                              <w:ind w:left="0" w:right="-30"/>
                              <w:jc w:val="center"/>
                              <w:rPr>
                                <w:caps w:val="0"/>
                                <w:kern w:val="0"/>
                                <w:sz w:val="56"/>
                                <w:szCs w:val="52"/>
                              </w:rPr>
                            </w:pPr>
                            <w:r>
                              <w:rPr>
                                <w:caps w:val="0"/>
                                <w:kern w:val="0"/>
                                <w:sz w:val="96"/>
                                <w:szCs w:val="52"/>
                              </w:rPr>
                              <w:t xml:space="preserve"> </w:t>
                            </w:r>
                            <w:r w:rsidR="00EC728B" w:rsidRPr="00A82F6F">
                              <w:rPr>
                                <w:caps w:val="0"/>
                                <w:kern w:val="0"/>
                                <w:sz w:val="96"/>
                                <w:szCs w:val="52"/>
                              </w:rPr>
                              <w:t>ERP</w:t>
                            </w:r>
                            <w:r w:rsidR="00D4634E">
                              <w:rPr>
                                <w:caps w:val="0"/>
                                <w:kern w:val="0"/>
                                <w:sz w:val="96"/>
                                <w:szCs w:val="52"/>
                              </w:rPr>
                              <w:t>s</w:t>
                            </w:r>
                            <w:r w:rsidR="00EC728B" w:rsidRPr="00A82F6F">
                              <w:rPr>
                                <w:caps w:val="0"/>
                                <w:kern w:val="0"/>
                                <w:sz w:val="96"/>
                                <w:szCs w:val="52"/>
                              </w:rPr>
                              <w:t xml:space="preserve">im @ </w:t>
                            </w:r>
                            <w:r>
                              <w:rPr>
                                <w:caps w:val="0"/>
                                <w:kern w:val="0"/>
                                <w:sz w:val="96"/>
                                <w:szCs w:val="52"/>
                              </w:rPr>
                              <w:t xml:space="preserve">  </w:t>
                            </w:r>
                            <w:r>
                              <w:rPr>
                                <w:caps w:val="0"/>
                                <w:kern w:val="0"/>
                                <w:sz w:val="96"/>
                                <w:szCs w:val="52"/>
                              </w:rPr>
                              <w:br/>
                              <w:t xml:space="preserve"> </w:t>
                            </w:r>
                            <w:r w:rsidR="00EC728B" w:rsidRPr="00A82F6F">
                              <w:rPr>
                                <w:caps w:val="0"/>
                                <w:kern w:val="0"/>
                                <w:sz w:val="96"/>
                                <w:szCs w:val="52"/>
                              </w:rPr>
                              <w:t>Seidman</w:t>
                            </w:r>
                            <w:r w:rsidR="00A82F6F" w:rsidRPr="00D4634E">
                              <w:rPr>
                                <w:caps w:val="0"/>
                                <w:kern w:val="0"/>
                                <w:sz w:val="52"/>
                                <w:szCs w:val="52"/>
                              </w:rPr>
                              <w:br/>
                            </w:r>
                            <w:r w:rsidR="00A82F6F" w:rsidRPr="00D4634E">
                              <w:rPr>
                                <w:caps w:val="0"/>
                                <w:kern w:val="0"/>
                                <w:sz w:val="56"/>
                                <w:szCs w:val="52"/>
                              </w:rPr>
                              <w:br/>
                            </w:r>
                            <w:r w:rsidR="00EC728B" w:rsidRPr="00A82F6F">
                              <w:rPr>
                                <w:caps w:val="0"/>
                                <w:kern w:val="0"/>
                                <w:sz w:val="72"/>
                                <w:szCs w:val="52"/>
                              </w:rPr>
                              <w:t xml:space="preserve"> </w:t>
                            </w:r>
                            <w:r w:rsidR="00A82F6F" w:rsidRPr="00A82F6F">
                              <w:rPr>
                                <w:caps w:val="0"/>
                                <w:kern w:val="0"/>
                                <w:sz w:val="56"/>
                                <w:szCs w:val="52"/>
                              </w:rPr>
                              <w:t>An SAP</w:t>
                            </w:r>
                            <w:r w:rsidR="00D4634E">
                              <w:rPr>
                                <w:caps w:val="0"/>
                                <w:kern w:val="0"/>
                                <w:sz w:val="56"/>
                                <w:szCs w:val="52"/>
                                <w:vertAlign w:val="superscript"/>
                              </w:rPr>
                              <w:t>®</w:t>
                            </w:r>
                            <w:r w:rsidR="00A82F6F" w:rsidRPr="00A82F6F">
                              <w:rPr>
                                <w:caps w:val="0"/>
                                <w:kern w:val="0"/>
                                <w:sz w:val="56"/>
                                <w:szCs w:val="52"/>
                              </w:rPr>
                              <w:t xml:space="preserve"> </w:t>
                            </w:r>
                            <w:r w:rsidR="00A82F6F">
                              <w:rPr>
                                <w:caps w:val="0"/>
                                <w:kern w:val="0"/>
                                <w:sz w:val="56"/>
                                <w:szCs w:val="52"/>
                              </w:rPr>
                              <w:t xml:space="preserve">Young </w:t>
                            </w:r>
                            <w:r w:rsidR="00A82F6F" w:rsidRPr="00A82F6F">
                              <w:rPr>
                                <w:caps w:val="0"/>
                                <w:kern w:val="0"/>
                                <w:sz w:val="56"/>
                                <w:szCs w:val="52"/>
                              </w:rPr>
                              <w:t xml:space="preserve">Thinkers </w:t>
                            </w:r>
                            <w:r w:rsidR="00A82F6F">
                              <w:rPr>
                                <w:caps w:val="0"/>
                                <w:kern w:val="0"/>
                                <w:sz w:val="56"/>
                                <w:szCs w:val="52"/>
                              </w:rPr>
                              <w:br/>
                            </w:r>
                            <w:r w:rsidR="00A82F6F" w:rsidRPr="00A82F6F">
                              <w:rPr>
                                <w:caps w:val="0"/>
                                <w:kern w:val="0"/>
                                <w:sz w:val="56"/>
                                <w:szCs w:val="52"/>
                              </w:rPr>
                              <w:t>Event</w:t>
                            </w:r>
                          </w:p>
                          <w:p w14:paraId="2F542D84" w14:textId="0A6C338C" w:rsidR="00EC728B" w:rsidRPr="00A82F6F" w:rsidRDefault="00EC728B" w:rsidP="00EC728B">
                            <w:pPr>
                              <w:pStyle w:val="BlockText"/>
                              <w:ind w:left="0" w:right="-30"/>
                              <w:jc w:val="center"/>
                              <w:rPr>
                                <w:sz w:val="96"/>
                                <w:vertAlign w:val="superscript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10DCA">
              <w:rPr>
                <w:noProof/>
                <w:sz w:val="72"/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21EFFC46" wp14:editId="63372756">
                      <wp:simplePos x="0" y="0"/>
                      <wp:positionH relativeFrom="column">
                        <wp:posOffset>5238750</wp:posOffset>
                      </wp:positionH>
                      <wp:positionV relativeFrom="paragraph">
                        <wp:posOffset>3006090</wp:posOffset>
                      </wp:positionV>
                      <wp:extent cx="2360930" cy="1781175"/>
                      <wp:effectExtent l="0" t="0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781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D31D48" w14:textId="59341D19" w:rsidR="00810DCA" w:rsidRPr="00A82F6F" w:rsidRDefault="00A82F6F" w:rsidP="00810DCA">
                                  <w:pPr>
                                    <w:pStyle w:val="BlockText"/>
                                    <w:ind w:left="270" w:right="270"/>
                                    <w:jc w:val="center"/>
                                    <w:rPr>
                                      <w:sz w:val="36"/>
                                      <w:szCs w:val="52"/>
                                    </w:rPr>
                                  </w:pPr>
                                  <w:r w:rsidRPr="00A82F6F">
                                    <w:rPr>
                                      <w:sz w:val="48"/>
                                      <w:szCs w:val="52"/>
                                    </w:rPr>
                                    <w:t xml:space="preserve">Friday, </w:t>
                                  </w:r>
                                  <w:r w:rsidR="00810DCA" w:rsidRPr="00A82F6F">
                                    <w:rPr>
                                      <w:sz w:val="48"/>
                                      <w:szCs w:val="52"/>
                                    </w:rPr>
                                    <w:t xml:space="preserve">March </w:t>
                                  </w:r>
                                  <w:r w:rsidR="005C4C6C">
                                    <w:rPr>
                                      <w:sz w:val="48"/>
                                      <w:szCs w:val="52"/>
                                    </w:rPr>
                                    <w:t>25</w:t>
                                  </w:r>
                                  <w:r w:rsidR="00810DCA" w:rsidRPr="00A82F6F">
                                    <w:rPr>
                                      <w:sz w:val="48"/>
                                      <w:szCs w:val="52"/>
                                    </w:rPr>
                                    <w:t xml:space="preserve">, </w:t>
                                  </w:r>
                                  <w:r w:rsidR="00857C17" w:rsidRPr="00A82F6F">
                                    <w:rPr>
                                      <w:sz w:val="48"/>
                                      <w:szCs w:val="52"/>
                                    </w:rPr>
                                    <w:t xml:space="preserve">2016 </w:t>
                                  </w:r>
                                  <w:r w:rsidR="00810DCA" w:rsidRPr="00A82F6F">
                                    <w:rPr>
                                      <w:sz w:val="48"/>
                                      <w:szCs w:val="52"/>
                                    </w:rPr>
                                    <w:br/>
                                  </w:r>
                                  <w:r w:rsidR="005C4C6C">
                                    <w:rPr>
                                      <w:sz w:val="36"/>
                                      <w:szCs w:val="52"/>
                                    </w:rPr>
                                    <w:t>Seidman College of Business</w:t>
                                  </w:r>
                                  <w:r w:rsidR="00810DCA" w:rsidRPr="00A82F6F">
                                    <w:rPr>
                                      <w:sz w:val="36"/>
                                      <w:szCs w:val="52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sz w:val="36"/>
                                      <w:szCs w:val="52"/>
                                    </w:rPr>
                                    <w:br/>
                                  </w:r>
                                  <w:r w:rsidR="00810DCA" w:rsidRPr="00A82F6F">
                                    <w:rPr>
                                      <w:sz w:val="36"/>
                                      <w:szCs w:val="52"/>
                                    </w:rPr>
                                    <w:t>Grand Valley State University</w:t>
                                  </w:r>
                                  <w:r>
                                    <w:rPr>
                                      <w:sz w:val="36"/>
                                      <w:szCs w:val="52"/>
                                    </w:rPr>
                                    <w:br/>
                                  </w:r>
                                  <w:r>
                                    <w:rPr>
                                      <w:sz w:val="36"/>
                                      <w:szCs w:val="52"/>
                                    </w:rPr>
                                    <w:br/>
                                    <w:t>Starting Time: 8:</w:t>
                                  </w:r>
                                  <w:r w:rsidR="00857C17">
                                    <w:rPr>
                                      <w:sz w:val="36"/>
                                      <w:szCs w:val="52"/>
                                    </w:rPr>
                                    <w:t>3</w:t>
                                  </w:r>
                                  <w:r>
                                    <w:rPr>
                                      <w:sz w:val="36"/>
                                      <w:szCs w:val="52"/>
                                    </w:rPr>
                                    <w:t>0am</w:t>
                                  </w:r>
                                </w:p>
                                <w:p w14:paraId="1550B41A" w14:textId="77777777" w:rsidR="00810DCA" w:rsidRDefault="00810DCA" w:rsidP="00810DCA">
                                  <w:pPr>
                                    <w:pStyle w:val="BlockText"/>
                                    <w:ind w:left="270" w:right="270"/>
                                    <w:jc w:val="center"/>
                                    <w:rPr>
                                      <w:sz w:val="40"/>
                                      <w:szCs w:val="52"/>
                                    </w:rPr>
                                  </w:pPr>
                                </w:p>
                                <w:p w14:paraId="541A0E01" w14:textId="5C114683" w:rsidR="00810DCA" w:rsidRDefault="00810DCA" w:rsidP="00A82F6F">
                                  <w:pPr>
                                    <w:pStyle w:val="BlockText"/>
                                    <w:ind w:left="0" w:right="270"/>
                                    <w:rPr>
                                      <w:sz w:val="40"/>
                                      <w:szCs w:val="52"/>
                                    </w:rPr>
                                  </w:pPr>
                                </w:p>
                                <w:p w14:paraId="1DCB0920" w14:textId="77777777" w:rsidR="00A82F6F" w:rsidRDefault="00A82F6F" w:rsidP="00A82F6F">
                                  <w:pPr>
                                    <w:pStyle w:val="BlockText"/>
                                    <w:ind w:left="0" w:right="270"/>
                                    <w:rPr>
                                      <w:sz w:val="40"/>
                                      <w:szCs w:val="52"/>
                                    </w:rPr>
                                  </w:pPr>
                                </w:p>
                                <w:p w14:paraId="1417414E" w14:textId="77777777" w:rsidR="00810DCA" w:rsidRDefault="00810DCA" w:rsidP="00810DCA">
                                  <w:pPr>
                                    <w:pStyle w:val="BlockText"/>
                                    <w:ind w:left="270" w:right="270"/>
                                    <w:jc w:val="center"/>
                                    <w:rPr>
                                      <w:sz w:val="2"/>
                                      <w:szCs w:val="52"/>
                                    </w:rPr>
                                  </w:pPr>
                                </w:p>
                                <w:p w14:paraId="5B310143" w14:textId="77777777" w:rsidR="00810DCA" w:rsidRDefault="00810DCA" w:rsidP="00810DCA">
                                  <w:pPr>
                                    <w:pStyle w:val="BlockText"/>
                                    <w:ind w:left="270" w:right="270"/>
                                    <w:jc w:val="center"/>
                                    <w:rPr>
                                      <w:sz w:val="2"/>
                                      <w:szCs w:val="52"/>
                                    </w:rPr>
                                  </w:pPr>
                                </w:p>
                                <w:p w14:paraId="776A1D2E" w14:textId="16BA9E09" w:rsidR="00810DCA" w:rsidRDefault="00810DC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EFFC4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412.5pt;margin-top:236.7pt;width:185.9pt;height:140.25pt;z-index:25168384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" filled="f" stroked="f">
                      <v:textbox>
                        <w:txbxContent>
                          <w:p w14:paraId="4ED31D48" w14:textId="59341D19" w:rsidR="00810DCA" w:rsidRPr="00A82F6F" w:rsidRDefault="00A82F6F" w:rsidP="00810DCA">
                            <w:pPr>
                              <w:pStyle w:val="BlockText"/>
                              <w:ind w:left="270" w:right="270"/>
                              <w:jc w:val="center"/>
                              <w:rPr>
                                <w:sz w:val="36"/>
                                <w:szCs w:val="52"/>
                              </w:rPr>
                            </w:pPr>
                            <w:r w:rsidRPr="00A82F6F">
                              <w:rPr>
                                <w:sz w:val="48"/>
                                <w:szCs w:val="52"/>
                              </w:rPr>
                              <w:t xml:space="preserve">Friday, </w:t>
                            </w:r>
                            <w:r w:rsidR="00810DCA" w:rsidRPr="00A82F6F">
                              <w:rPr>
                                <w:sz w:val="48"/>
                                <w:szCs w:val="52"/>
                              </w:rPr>
                              <w:t xml:space="preserve">March </w:t>
                            </w:r>
                            <w:r w:rsidR="005C4C6C">
                              <w:rPr>
                                <w:sz w:val="48"/>
                                <w:szCs w:val="52"/>
                              </w:rPr>
                              <w:t>25</w:t>
                            </w:r>
                            <w:r w:rsidR="00810DCA" w:rsidRPr="00A82F6F">
                              <w:rPr>
                                <w:sz w:val="48"/>
                                <w:szCs w:val="52"/>
                              </w:rPr>
                              <w:t xml:space="preserve">, </w:t>
                            </w:r>
                            <w:r w:rsidR="00857C17" w:rsidRPr="00A82F6F">
                              <w:rPr>
                                <w:sz w:val="48"/>
                                <w:szCs w:val="52"/>
                              </w:rPr>
                              <w:t xml:space="preserve">2016 </w:t>
                            </w:r>
                            <w:r w:rsidR="00810DCA" w:rsidRPr="00A82F6F">
                              <w:rPr>
                                <w:sz w:val="48"/>
                                <w:szCs w:val="52"/>
                              </w:rPr>
                              <w:br/>
                            </w:r>
                            <w:r w:rsidR="005C4C6C">
                              <w:rPr>
                                <w:sz w:val="36"/>
                                <w:szCs w:val="52"/>
                              </w:rPr>
                              <w:t>Seidman College of Business</w:t>
                            </w:r>
                            <w:r w:rsidR="00810DCA" w:rsidRPr="00A82F6F">
                              <w:rPr>
                                <w:sz w:val="36"/>
                                <w:szCs w:val="52"/>
                              </w:rPr>
                              <w:t xml:space="preserve">: </w:t>
                            </w:r>
                            <w:r>
                              <w:rPr>
                                <w:sz w:val="36"/>
                                <w:szCs w:val="52"/>
                              </w:rPr>
                              <w:br/>
                            </w:r>
                            <w:r w:rsidR="00810DCA" w:rsidRPr="00A82F6F">
                              <w:rPr>
                                <w:sz w:val="36"/>
                                <w:szCs w:val="52"/>
                              </w:rPr>
                              <w:t>Grand Valley State University</w:t>
                            </w:r>
                            <w:r>
                              <w:rPr>
                                <w:sz w:val="36"/>
                                <w:szCs w:val="52"/>
                              </w:rPr>
                              <w:br/>
                            </w:r>
                            <w:r>
                              <w:rPr>
                                <w:sz w:val="36"/>
                                <w:szCs w:val="52"/>
                              </w:rPr>
                              <w:br/>
                              <w:t>Starting Time: 8:</w:t>
                            </w:r>
                            <w:r w:rsidR="00857C17">
                              <w:rPr>
                                <w:sz w:val="36"/>
                                <w:szCs w:val="52"/>
                              </w:rPr>
                              <w:t>3</w:t>
                            </w:r>
                            <w:r>
                              <w:rPr>
                                <w:sz w:val="36"/>
                                <w:szCs w:val="52"/>
                              </w:rPr>
                              <w:t>0am</w:t>
                            </w:r>
                          </w:p>
                          <w:p w14:paraId="1550B41A" w14:textId="77777777" w:rsidR="00810DCA" w:rsidRDefault="00810DCA" w:rsidP="00810DCA">
                            <w:pPr>
                              <w:pStyle w:val="BlockText"/>
                              <w:ind w:left="270" w:right="270"/>
                              <w:jc w:val="center"/>
                              <w:rPr>
                                <w:sz w:val="40"/>
                                <w:szCs w:val="52"/>
                              </w:rPr>
                            </w:pPr>
                          </w:p>
                          <w:p w14:paraId="541A0E01" w14:textId="5C114683" w:rsidR="00810DCA" w:rsidRDefault="00810DCA" w:rsidP="00A82F6F">
                            <w:pPr>
                              <w:pStyle w:val="BlockText"/>
                              <w:ind w:left="0" w:right="270"/>
                              <w:rPr>
                                <w:sz w:val="40"/>
                                <w:szCs w:val="52"/>
                              </w:rPr>
                            </w:pPr>
                          </w:p>
                          <w:p w14:paraId="1DCB0920" w14:textId="77777777" w:rsidR="00A82F6F" w:rsidRDefault="00A82F6F" w:rsidP="00A82F6F">
                            <w:pPr>
                              <w:pStyle w:val="BlockText"/>
                              <w:ind w:left="0" w:right="270"/>
                              <w:rPr>
                                <w:sz w:val="40"/>
                                <w:szCs w:val="52"/>
                              </w:rPr>
                            </w:pPr>
                          </w:p>
                          <w:p w14:paraId="1417414E" w14:textId="77777777" w:rsidR="00810DCA" w:rsidRDefault="00810DCA" w:rsidP="00810DCA">
                            <w:pPr>
                              <w:pStyle w:val="BlockText"/>
                              <w:ind w:left="270" w:right="270"/>
                              <w:jc w:val="center"/>
                              <w:rPr>
                                <w:sz w:val="2"/>
                                <w:szCs w:val="52"/>
                              </w:rPr>
                            </w:pPr>
                          </w:p>
                          <w:p w14:paraId="5B310143" w14:textId="77777777" w:rsidR="00810DCA" w:rsidRDefault="00810DCA" w:rsidP="00810DCA">
                            <w:pPr>
                              <w:pStyle w:val="BlockText"/>
                              <w:ind w:left="270" w:right="270"/>
                              <w:jc w:val="center"/>
                              <w:rPr>
                                <w:sz w:val="2"/>
                                <w:szCs w:val="52"/>
                              </w:rPr>
                            </w:pPr>
                          </w:p>
                          <w:p w14:paraId="776A1D2E" w14:textId="16BA9E09" w:rsidR="00810DCA" w:rsidRDefault="00810DCA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EE39B54" wp14:editId="5340422A">
                      <wp:simplePos x="0" y="0"/>
                      <wp:positionH relativeFrom="column">
                        <wp:posOffset>5278755</wp:posOffset>
                      </wp:positionH>
                      <wp:positionV relativeFrom="paragraph">
                        <wp:posOffset>2712720</wp:posOffset>
                      </wp:positionV>
                      <wp:extent cx="3695700" cy="1876425"/>
                      <wp:effectExtent l="133350" t="19050" r="0" b="28575"/>
                      <wp:wrapNone/>
                      <wp:docPr id="1" name="Double Bra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95700" cy="1876425"/>
                              </a:xfrm>
                              <a:prstGeom prst="bracePair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C25FD6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Double Brace 1" o:spid="_x0000_s1026" type="#_x0000_t186" style="position:absolute;margin-left:415.65pt;margin-top:213.6pt;width:291pt;height:147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" strokecolor="#4a66ac [3204]" strokeweight="3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0532962" wp14:editId="59169ADF">
                      <wp:simplePos x="0" y="0"/>
                      <wp:positionH relativeFrom="column">
                        <wp:posOffset>4886325</wp:posOffset>
                      </wp:positionH>
                      <wp:positionV relativeFrom="paragraph">
                        <wp:posOffset>4796790</wp:posOffset>
                      </wp:positionV>
                      <wp:extent cx="4076700" cy="457200"/>
                      <wp:effectExtent l="0" t="0" r="0" b="0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7670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8EE88F0" w14:textId="0F743E38" w:rsidR="00D4634E" w:rsidRPr="00D4634E" w:rsidRDefault="00D4634E" w:rsidP="00D4634E">
                                  <w:pPr>
                                    <w:ind w:left="0" w:right="30"/>
                                    <w:rPr>
                                      <w:rFonts w:asciiTheme="majorHAnsi" w:eastAsiaTheme="majorEastAsia" w:hAnsiTheme="majorHAnsi" w:cstheme="majorBidi"/>
                                      <w:color w:val="FFFFFF" w:themeColor="background1"/>
                                      <w:szCs w:val="52"/>
                                    </w:rPr>
                                  </w:pPr>
                                  <w:r w:rsidRPr="00D4634E">
                                    <w:rPr>
                                      <w:rFonts w:asciiTheme="majorHAnsi" w:eastAsiaTheme="majorEastAsia" w:hAnsiTheme="majorHAnsi" w:cstheme="majorBidi"/>
                                      <w:color w:val="FFFFFF" w:themeColor="background1"/>
                                      <w:szCs w:val="52"/>
                                    </w:rPr>
                                    <w:t>Sponsored By: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32962" id="Text Box 20" o:spid="_x0000_s1028" type="#_x0000_t202" style="position:absolute;left:0;text-align:left;margin-left:384.75pt;margin-top:377.7pt;width:321pt;height:3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" filled="f" stroked="f" strokeweight=".5pt">
                      <v:textbox>
                        <w:txbxContent>
                          <w:p w14:paraId="78EE88F0" w14:textId="0F743E38" w:rsidR="00D4634E" w:rsidRPr="00D4634E" w:rsidRDefault="00D4634E" w:rsidP="00D4634E">
                            <w:pPr>
                              <w:ind w:left="0" w:right="30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Cs w:val="52"/>
                              </w:rPr>
                            </w:pPr>
                            <w:r w:rsidRPr="00D4634E"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Cs w:val="52"/>
                              </w:rPr>
                              <w:t>Sponsored By: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0C88">
              <w:rPr>
                <w:noProof/>
                <w:lang w:eastAsia="en-US"/>
              </w:rPr>
              <w:drawing>
                <wp:anchor distT="0" distB="0" distL="114300" distR="114300" simplePos="0" relativeHeight="251674624" behindDoc="0" locked="0" layoutInCell="1" allowOverlap="1" wp14:anchorId="5B4E2587" wp14:editId="419A575E">
                  <wp:simplePos x="0" y="0"/>
                  <wp:positionH relativeFrom="column">
                    <wp:posOffset>7934325</wp:posOffset>
                  </wp:positionH>
                  <wp:positionV relativeFrom="paragraph">
                    <wp:posOffset>5153025</wp:posOffset>
                  </wp:positionV>
                  <wp:extent cx="1155700" cy="771525"/>
                  <wp:effectExtent l="133350" t="76200" r="82550" b="142875"/>
                  <wp:wrapNone/>
                  <wp:docPr id="21" name="Picture 21" descr="N:\MyData\Old N Drive Data\ERP Promotional Materials\SAPUA Logo Butt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N:\MyData\Old N Drive Data\ERP Promotional Materials\SAPUA Logo Butt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7715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413C1" w:rsidRPr="00A413C1">
              <w:rPr>
                <w:noProof/>
                <w:sz w:val="7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01053EF" wp14:editId="6BC8AF2C">
                      <wp:simplePos x="0" y="0"/>
                      <wp:positionH relativeFrom="column">
                        <wp:posOffset>-270510</wp:posOffset>
                      </wp:positionH>
                      <wp:positionV relativeFrom="paragraph">
                        <wp:posOffset>4810760</wp:posOffset>
                      </wp:positionV>
                      <wp:extent cx="4076700" cy="457200"/>
                      <wp:effectExtent l="0" t="0" r="0" b="0"/>
                      <wp:wrapNone/>
                      <wp:docPr id="34" name="Text Box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7670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CD5D8D3" w14:textId="77777777" w:rsidR="00A413C1" w:rsidRPr="00D4634E" w:rsidRDefault="00A413C1" w:rsidP="00A413C1">
                                  <w:pPr>
                                    <w:ind w:left="0" w:right="30"/>
                                    <w:rPr>
                                      <w:rFonts w:asciiTheme="majorHAnsi" w:eastAsiaTheme="majorEastAsia" w:hAnsiTheme="majorHAnsi" w:cstheme="majorBidi"/>
                                      <w:color w:val="FFFFFF" w:themeColor="background1"/>
                                      <w:szCs w:val="52"/>
                                    </w:rPr>
                                  </w:pPr>
                                  <w:r w:rsidRPr="00D4634E">
                                    <w:rPr>
                                      <w:rFonts w:asciiTheme="majorHAnsi" w:eastAsiaTheme="majorEastAsia" w:hAnsiTheme="majorHAnsi" w:cstheme="majorBidi"/>
                                      <w:color w:val="FFFFFF" w:themeColor="background1"/>
                                      <w:szCs w:val="52"/>
                                    </w:rPr>
                                    <w:t>Sponsored By: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1053EF" id="Text Box 34" o:spid="_x0000_s1029" type="#_x0000_t202" style="position:absolute;left:0;text-align:left;margin-left:-21.3pt;margin-top:378.8pt;width:321pt;height:3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" filled="f" stroked="f" strokeweight=".5pt">
                      <v:textbox>
                        <w:txbxContent>
                          <w:p w14:paraId="5CD5D8D3" w14:textId="77777777" w:rsidR="00A413C1" w:rsidRPr="00D4634E" w:rsidRDefault="00A413C1" w:rsidP="00A413C1">
                            <w:pPr>
                              <w:ind w:left="0" w:right="30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Cs w:val="52"/>
                              </w:rPr>
                            </w:pPr>
                            <w:r w:rsidRPr="00D4634E"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Cs w:val="52"/>
                              </w:rPr>
                              <w:t>Sponsored By: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0DCA" w:rsidRPr="00EC728B">
              <w:rPr>
                <w:noProof/>
                <w:sz w:val="72"/>
              </w:rPr>
              <w:t xml:space="preserve"> </w:t>
            </w:r>
            <w:r w:rsidR="00EC728B" w:rsidRPr="00151552">
              <w:rPr>
                <w:sz w:val="8"/>
              </w:rPr>
              <w:t xml:space="preserve"> </w:t>
            </w:r>
          </w:p>
          <w:p w14:paraId="456BF6E0" w14:textId="77777777" w:rsidR="00790730" w:rsidRPr="00151552" w:rsidRDefault="00790730" w:rsidP="00031C08">
            <w:pPr>
              <w:rPr>
                <w:sz w:val="2"/>
              </w:rPr>
            </w:pPr>
          </w:p>
          <w:p w14:paraId="1F3614A8" w14:textId="696A67A0" w:rsidR="00C0344C" w:rsidRPr="0031463A" w:rsidRDefault="00C0344C" w:rsidP="00C0344C">
            <w:pPr>
              <w:ind w:left="270" w:right="270"/>
              <w:jc w:val="both"/>
              <w:rPr>
                <w:rFonts w:ascii="Calibri" w:eastAsia="Times New Roman" w:hAnsi="Calibri" w:cs="Times New Roman"/>
                <w:color w:val="FFFFFF" w:themeColor="background1"/>
                <w:sz w:val="10"/>
                <w:szCs w:val="24"/>
                <w:lang w:eastAsia="en-US"/>
              </w:rPr>
            </w:pPr>
          </w:p>
          <w:p w14:paraId="714B21AC" w14:textId="74F1BB25" w:rsidR="00D92210" w:rsidRPr="0031463A" w:rsidRDefault="00D92210" w:rsidP="00031C08">
            <w:pPr>
              <w:ind w:left="270" w:right="270"/>
              <w:jc w:val="both"/>
              <w:rPr>
                <w:rFonts w:ascii="Calibri" w:eastAsia="Times New Roman" w:hAnsi="Calibri" w:cs="Times New Roman"/>
                <w:color w:val="FFFFFF" w:themeColor="background1"/>
                <w:szCs w:val="24"/>
                <w:lang w:eastAsia="en-US"/>
              </w:rPr>
            </w:pPr>
          </w:p>
          <w:p w14:paraId="6DE9ADB3" w14:textId="4C0C624E" w:rsidR="0031463A" w:rsidRPr="0031463A" w:rsidRDefault="0031463A" w:rsidP="0031463A">
            <w:pPr>
              <w:rPr>
                <w:sz w:val="8"/>
                <w:lang w:eastAsia="en-US"/>
              </w:rPr>
            </w:pPr>
          </w:p>
          <w:p w14:paraId="517913E6" w14:textId="5E39EBEF" w:rsidR="00C0344C" w:rsidRPr="00031C08" w:rsidRDefault="00C0344C" w:rsidP="00C0344C">
            <w:pPr>
              <w:ind w:left="270" w:right="270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en-US"/>
              </w:rPr>
            </w:pPr>
          </w:p>
          <w:p w14:paraId="2CFD4A4E" w14:textId="1B3B56DB" w:rsidR="00031C08" w:rsidRPr="00031C08" w:rsidRDefault="00031C08" w:rsidP="00031C08"/>
          <w:p w14:paraId="0C184D75" w14:textId="719D2763" w:rsidR="00790730" w:rsidRDefault="00C56978" w:rsidP="00031C08">
            <w:pPr>
              <w:pStyle w:val="Age"/>
            </w:pPr>
            <w:r w:rsidRPr="00A413C1">
              <w:rPr>
                <w:noProof/>
                <w:sz w:val="72"/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51A9E23C" wp14:editId="4782D2FD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1991995</wp:posOffset>
                      </wp:positionV>
                      <wp:extent cx="2360930" cy="1781175"/>
                      <wp:effectExtent l="0" t="0" r="0" b="0"/>
                      <wp:wrapSquare wrapText="bothSides"/>
                      <wp:docPr id="3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781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9DCB6A" w14:textId="6A1D5923" w:rsidR="00A413C1" w:rsidRPr="00A413C1" w:rsidRDefault="00A413C1" w:rsidP="00C56978">
                                  <w:pPr>
                                    <w:pStyle w:val="RSVP"/>
                                    <w:ind w:left="90" w:right="270"/>
                                    <w:jc w:val="center"/>
                                    <w:rPr>
                                      <w:color w:val="FFFFFF" w:themeColor="background1"/>
                                      <w:sz w:val="36"/>
                                      <w:szCs w:val="52"/>
                                    </w:rPr>
                                  </w:pPr>
                                  <w:r w:rsidRPr="00A413C1">
                                    <w:rPr>
                                      <w:color w:val="FFFFFF" w:themeColor="background1"/>
                                      <w:sz w:val="48"/>
                                      <w:szCs w:val="52"/>
                                    </w:rPr>
                                    <w:t xml:space="preserve">Friday, March </w:t>
                                  </w:r>
                                  <w:r w:rsidR="005C4C6C">
                                    <w:rPr>
                                      <w:color w:val="FFFFFF" w:themeColor="background1"/>
                                      <w:sz w:val="48"/>
                                      <w:szCs w:val="52"/>
                                    </w:rPr>
                                    <w:t>25</w:t>
                                  </w:r>
                                  <w:r w:rsidRPr="00A413C1">
                                    <w:rPr>
                                      <w:color w:val="FFFFFF" w:themeColor="background1"/>
                                      <w:sz w:val="48"/>
                                      <w:szCs w:val="52"/>
                                    </w:rPr>
                                    <w:t xml:space="preserve">, </w:t>
                                  </w:r>
                                  <w:r w:rsidR="00857C17" w:rsidRPr="00A413C1">
                                    <w:rPr>
                                      <w:color w:val="FFFFFF" w:themeColor="background1"/>
                                      <w:sz w:val="48"/>
                                      <w:szCs w:val="52"/>
                                    </w:rPr>
                                    <w:t xml:space="preserve">2016 </w:t>
                                  </w:r>
                                  <w:r w:rsidRPr="00A413C1">
                                    <w:rPr>
                                      <w:color w:val="FFFFFF" w:themeColor="background1"/>
                                      <w:sz w:val="48"/>
                                      <w:szCs w:val="52"/>
                                    </w:rPr>
                                    <w:br/>
                                  </w:r>
                                  <w:r w:rsidR="005C4C6C">
                                    <w:rPr>
                                      <w:color w:val="FFFFFF" w:themeColor="background1"/>
                                      <w:sz w:val="36"/>
                                      <w:szCs w:val="52"/>
                                    </w:rPr>
                                    <w:t>Seidman College of Business</w:t>
                                  </w:r>
                                  <w:r w:rsidRPr="00A413C1">
                                    <w:rPr>
                                      <w:color w:val="FFFFFF" w:themeColor="background1"/>
                                      <w:sz w:val="36"/>
                                      <w:szCs w:val="52"/>
                                    </w:rPr>
                                    <w:t xml:space="preserve">: </w:t>
                                  </w:r>
                                  <w:r w:rsidRPr="00A413C1">
                                    <w:rPr>
                                      <w:color w:val="FFFFFF" w:themeColor="background1"/>
                                      <w:sz w:val="36"/>
                                      <w:szCs w:val="52"/>
                                    </w:rPr>
                                    <w:br/>
                                    <w:t>Grand Valley State University</w:t>
                                  </w:r>
                                  <w:r w:rsidRPr="00A413C1">
                                    <w:rPr>
                                      <w:color w:val="FFFFFF" w:themeColor="background1"/>
                                      <w:sz w:val="36"/>
                                      <w:szCs w:val="52"/>
                                    </w:rPr>
                                    <w:br/>
                                  </w:r>
                                  <w:r w:rsidRPr="00A413C1">
                                    <w:rPr>
                                      <w:color w:val="FFFFFF" w:themeColor="background1"/>
                                      <w:sz w:val="36"/>
                                      <w:szCs w:val="52"/>
                                    </w:rPr>
                                    <w:br/>
                                    <w:t>Starting Time: 8:</w:t>
                                  </w:r>
                                  <w:r w:rsidR="00857C17">
                                    <w:rPr>
                                      <w:color w:val="FFFFFF" w:themeColor="background1"/>
                                      <w:sz w:val="36"/>
                                      <w:szCs w:val="52"/>
                                    </w:rPr>
                                    <w:t>3</w:t>
                                  </w:r>
                                  <w:r w:rsidRPr="00A413C1">
                                    <w:rPr>
                                      <w:color w:val="FFFFFF" w:themeColor="background1"/>
                                      <w:sz w:val="36"/>
                                      <w:szCs w:val="52"/>
                                    </w:rPr>
                                    <w:t>0am</w:t>
                                  </w:r>
                                </w:p>
                                <w:p w14:paraId="6C917161" w14:textId="77777777" w:rsidR="00A413C1" w:rsidRDefault="00A413C1" w:rsidP="00C56978">
                                  <w:pPr>
                                    <w:pStyle w:val="RSVP"/>
                                    <w:ind w:left="90" w:right="270"/>
                                    <w:jc w:val="center"/>
                                    <w:rPr>
                                      <w:sz w:val="40"/>
                                      <w:szCs w:val="52"/>
                                    </w:rPr>
                                  </w:pPr>
                                </w:p>
                                <w:p w14:paraId="22B78835" w14:textId="77777777" w:rsidR="00A413C1" w:rsidRDefault="00A413C1" w:rsidP="00C56978">
                                  <w:pPr>
                                    <w:pStyle w:val="RSVP"/>
                                    <w:ind w:left="90" w:right="270"/>
                                    <w:rPr>
                                      <w:sz w:val="40"/>
                                      <w:szCs w:val="52"/>
                                    </w:rPr>
                                  </w:pPr>
                                </w:p>
                                <w:p w14:paraId="75F1175E" w14:textId="77777777" w:rsidR="00A413C1" w:rsidRDefault="00A413C1" w:rsidP="00C56978">
                                  <w:pPr>
                                    <w:pStyle w:val="RSVP"/>
                                    <w:ind w:left="90" w:right="270"/>
                                    <w:rPr>
                                      <w:sz w:val="40"/>
                                      <w:szCs w:val="52"/>
                                    </w:rPr>
                                  </w:pPr>
                                </w:p>
                                <w:p w14:paraId="3D1A613E" w14:textId="77777777" w:rsidR="00A413C1" w:rsidRDefault="00A413C1" w:rsidP="00C56978">
                                  <w:pPr>
                                    <w:pStyle w:val="RSVP"/>
                                    <w:ind w:left="90" w:right="270"/>
                                    <w:jc w:val="center"/>
                                    <w:rPr>
                                      <w:sz w:val="2"/>
                                      <w:szCs w:val="52"/>
                                    </w:rPr>
                                  </w:pPr>
                                </w:p>
                                <w:p w14:paraId="3811572C" w14:textId="77777777" w:rsidR="00A413C1" w:rsidRDefault="00A413C1" w:rsidP="00C56978">
                                  <w:pPr>
                                    <w:pStyle w:val="RSVP"/>
                                    <w:ind w:left="90" w:right="270"/>
                                    <w:jc w:val="center"/>
                                    <w:rPr>
                                      <w:sz w:val="2"/>
                                      <w:szCs w:val="52"/>
                                    </w:rPr>
                                  </w:pPr>
                                </w:p>
                                <w:p w14:paraId="0C4A100C" w14:textId="77777777" w:rsidR="00A413C1" w:rsidRDefault="00A413C1" w:rsidP="00C56978">
                                  <w:pPr>
                                    <w:ind w:left="90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A9E23C" id="_x0000_s1030" type="#_x0000_t202" style="position:absolute;left:0;text-align:left;margin-left:10.5pt;margin-top:156.85pt;width:185.9pt;height:140.25pt;z-index:25169510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" filled="f" stroked="f">
                      <v:textbox>
                        <w:txbxContent>
                          <w:p w14:paraId="1C9DCB6A" w14:textId="6A1D5923" w:rsidR="00A413C1" w:rsidRPr="00A413C1" w:rsidRDefault="00A413C1" w:rsidP="00C56978">
                            <w:pPr>
                              <w:pStyle w:val="RSVP"/>
                              <w:ind w:left="90" w:right="270"/>
                              <w:jc w:val="center"/>
                              <w:rPr>
                                <w:color w:val="FFFFFF" w:themeColor="background1"/>
                                <w:sz w:val="36"/>
                                <w:szCs w:val="52"/>
                              </w:rPr>
                            </w:pPr>
                            <w:r w:rsidRPr="00A413C1">
                              <w:rPr>
                                <w:color w:val="FFFFFF" w:themeColor="background1"/>
                                <w:sz w:val="48"/>
                                <w:szCs w:val="52"/>
                              </w:rPr>
                              <w:t xml:space="preserve">Friday, March </w:t>
                            </w:r>
                            <w:r w:rsidR="005C4C6C">
                              <w:rPr>
                                <w:color w:val="FFFFFF" w:themeColor="background1"/>
                                <w:sz w:val="48"/>
                                <w:szCs w:val="52"/>
                              </w:rPr>
                              <w:t>25</w:t>
                            </w:r>
                            <w:r w:rsidRPr="00A413C1">
                              <w:rPr>
                                <w:color w:val="FFFFFF" w:themeColor="background1"/>
                                <w:sz w:val="48"/>
                                <w:szCs w:val="52"/>
                              </w:rPr>
                              <w:t xml:space="preserve">, </w:t>
                            </w:r>
                            <w:r w:rsidR="00857C17" w:rsidRPr="00A413C1">
                              <w:rPr>
                                <w:color w:val="FFFFFF" w:themeColor="background1"/>
                                <w:sz w:val="48"/>
                                <w:szCs w:val="52"/>
                              </w:rPr>
                              <w:t xml:space="preserve">2016 </w:t>
                            </w:r>
                            <w:r w:rsidRPr="00A413C1">
                              <w:rPr>
                                <w:color w:val="FFFFFF" w:themeColor="background1"/>
                                <w:sz w:val="48"/>
                                <w:szCs w:val="52"/>
                              </w:rPr>
                              <w:br/>
                            </w:r>
                            <w:r w:rsidR="005C4C6C">
                              <w:rPr>
                                <w:color w:val="FFFFFF" w:themeColor="background1"/>
                                <w:sz w:val="36"/>
                                <w:szCs w:val="52"/>
                              </w:rPr>
                              <w:t>Seidman College of Business</w:t>
                            </w:r>
                            <w:r w:rsidRPr="00A413C1">
                              <w:rPr>
                                <w:color w:val="FFFFFF" w:themeColor="background1"/>
                                <w:sz w:val="36"/>
                                <w:szCs w:val="52"/>
                              </w:rPr>
                              <w:t xml:space="preserve">: </w:t>
                            </w:r>
                            <w:r w:rsidRPr="00A413C1">
                              <w:rPr>
                                <w:color w:val="FFFFFF" w:themeColor="background1"/>
                                <w:sz w:val="36"/>
                                <w:szCs w:val="52"/>
                              </w:rPr>
                              <w:br/>
                              <w:t>Grand Valley State University</w:t>
                            </w:r>
                            <w:r w:rsidRPr="00A413C1">
                              <w:rPr>
                                <w:color w:val="FFFFFF" w:themeColor="background1"/>
                                <w:sz w:val="36"/>
                                <w:szCs w:val="52"/>
                              </w:rPr>
                              <w:br/>
                            </w:r>
                            <w:r w:rsidRPr="00A413C1">
                              <w:rPr>
                                <w:color w:val="FFFFFF" w:themeColor="background1"/>
                                <w:sz w:val="36"/>
                                <w:szCs w:val="52"/>
                              </w:rPr>
                              <w:br/>
                              <w:t>Starting Time: 8:</w:t>
                            </w:r>
                            <w:r w:rsidR="00857C17">
                              <w:rPr>
                                <w:color w:val="FFFFFF" w:themeColor="background1"/>
                                <w:sz w:val="36"/>
                                <w:szCs w:val="52"/>
                              </w:rPr>
                              <w:t>3</w:t>
                            </w:r>
                            <w:r w:rsidRPr="00A413C1">
                              <w:rPr>
                                <w:color w:val="FFFFFF" w:themeColor="background1"/>
                                <w:sz w:val="36"/>
                                <w:szCs w:val="52"/>
                              </w:rPr>
                              <w:t>0am</w:t>
                            </w:r>
                          </w:p>
                          <w:p w14:paraId="6C917161" w14:textId="77777777" w:rsidR="00A413C1" w:rsidRDefault="00A413C1" w:rsidP="00C56978">
                            <w:pPr>
                              <w:pStyle w:val="RSVP"/>
                              <w:ind w:left="90" w:right="270"/>
                              <w:jc w:val="center"/>
                              <w:rPr>
                                <w:sz w:val="40"/>
                                <w:szCs w:val="52"/>
                              </w:rPr>
                            </w:pPr>
                          </w:p>
                          <w:p w14:paraId="22B78835" w14:textId="77777777" w:rsidR="00A413C1" w:rsidRDefault="00A413C1" w:rsidP="00C56978">
                            <w:pPr>
                              <w:pStyle w:val="RSVP"/>
                              <w:ind w:left="90" w:right="270"/>
                              <w:rPr>
                                <w:sz w:val="40"/>
                                <w:szCs w:val="52"/>
                              </w:rPr>
                            </w:pPr>
                          </w:p>
                          <w:p w14:paraId="75F1175E" w14:textId="77777777" w:rsidR="00A413C1" w:rsidRDefault="00A413C1" w:rsidP="00C56978">
                            <w:pPr>
                              <w:pStyle w:val="RSVP"/>
                              <w:ind w:left="90" w:right="270"/>
                              <w:rPr>
                                <w:sz w:val="40"/>
                                <w:szCs w:val="52"/>
                              </w:rPr>
                            </w:pPr>
                          </w:p>
                          <w:p w14:paraId="3D1A613E" w14:textId="77777777" w:rsidR="00A413C1" w:rsidRDefault="00A413C1" w:rsidP="00C56978">
                            <w:pPr>
                              <w:pStyle w:val="RSVP"/>
                              <w:ind w:left="90" w:right="270"/>
                              <w:jc w:val="center"/>
                              <w:rPr>
                                <w:sz w:val="2"/>
                                <w:szCs w:val="52"/>
                              </w:rPr>
                            </w:pPr>
                          </w:p>
                          <w:p w14:paraId="3811572C" w14:textId="77777777" w:rsidR="00A413C1" w:rsidRDefault="00A413C1" w:rsidP="00C56978">
                            <w:pPr>
                              <w:pStyle w:val="RSVP"/>
                              <w:ind w:left="90" w:right="270"/>
                              <w:jc w:val="center"/>
                              <w:rPr>
                                <w:sz w:val="2"/>
                                <w:szCs w:val="52"/>
                              </w:rPr>
                            </w:pPr>
                          </w:p>
                          <w:p w14:paraId="0C4A100C" w14:textId="77777777" w:rsidR="00A413C1" w:rsidRDefault="00A413C1" w:rsidP="00C56978">
                            <w:pPr>
                              <w:ind w:left="90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15389509" w14:textId="2EE02654" w:rsidR="00790730" w:rsidRDefault="005C4C6C" w:rsidP="00AE3667">
      <w:pPr>
        <w:pStyle w:val="NoSpacing"/>
        <w:tabs>
          <w:tab w:val="left" w:pos="7200"/>
        </w:tabs>
      </w:pPr>
      <w:r w:rsidRPr="00A413C1">
        <w:rPr>
          <w:noProof/>
          <w:sz w:val="72"/>
          <w:lang w:eastAsia="en-US"/>
        </w:rPr>
        <w:drawing>
          <wp:anchor distT="0" distB="0" distL="114300" distR="114300" simplePos="0" relativeHeight="251693056" behindDoc="0" locked="0" layoutInCell="1" allowOverlap="1" wp14:anchorId="306C0FCD" wp14:editId="77DC32B3">
            <wp:simplePos x="0" y="0"/>
            <wp:positionH relativeFrom="column">
              <wp:posOffset>1999615</wp:posOffset>
            </wp:positionH>
            <wp:positionV relativeFrom="paragraph">
              <wp:posOffset>570865</wp:posOffset>
            </wp:positionV>
            <wp:extent cx="664845" cy="767715"/>
            <wp:effectExtent l="133350" t="76200" r="78105" b="127635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N:\MyData\Old N Drive Data\ERP Promotional Materials\Old Logo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76771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13C1">
        <w:rPr>
          <w:noProof/>
          <w:sz w:val="72"/>
          <w:lang w:eastAsia="en-US"/>
        </w:rPr>
        <w:drawing>
          <wp:anchor distT="0" distB="0" distL="114300" distR="114300" simplePos="0" relativeHeight="251698176" behindDoc="0" locked="0" layoutInCell="1" allowOverlap="1" wp14:anchorId="59091C62" wp14:editId="77F5EA47">
            <wp:simplePos x="0" y="0"/>
            <wp:positionH relativeFrom="column">
              <wp:posOffset>1113155</wp:posOffset>
            </wp:positionH>
            <wp:positionV relativeFrom="paragraph">
              <wp:posOffset>570865</wp:posOffset>
            </wp:positionV>
            <wp:extent cx="767715" cy="767715"/>
            <wp:effectExtent l="133350" t="76200" r="89535" b="127635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johnson_controls_logo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76771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87936" behindDoc="0" locked="0" layoutInCell="1" allowOverlap="1" wp14:anchorId="359586DF" wp14:editId="1903CA07">
            <wp:simplePos x="0" y="0"/>
            <wp:positionH relativeFrom="column">
              <wp:posOffset>6247130</wp:posOffset>
            </wp:positionH>
            <wp:positionV relativeFrom="paragraph">
              <wp:posOffset>539115</wp:posOffset>
            </wp:positionV>
            <wp:extent cx="767715" cy="767715"/>
            <wp:effectExtent l="133350" t="76200" r="89535" b="12763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johnson_controls_logo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76771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0EA3" w:rsidRPr="00030C88">
        <w:rPr>
          <w:noProof/>
          <w:lang w:eastAsia="en-US"/>
        </w:rPr>
        <w:drawing>
          <wp:anchor distT="0" distB="0" distL="114300" distR="114300" simplePos="0" relativeHeight="251676672" behindDoc="0" locked="0" layoutInCell="1" allowOverlap="1" wp14:anchorId="6D504A9E" wp14:editId="682B210E">
            <wp:simplePos x="0" y="0"/>
            <wp:positionH relativeFrom="column">
              <wp:posOffset>7152005</wp:posOffset>
            </wp:positionH>
            <wp:positionV relativeFrom="paragraph">
              <wp:posOffset>546735</wp:posOffset>
            </wp:positionV>
            <wp:extent cx="664845" cy="767715"/>
            <wp:effectExtent l="133350" t="76200" r="78105" b="12763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N:\MyData\Old N Drive Data\ERP Promotional Materials\Old Logo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76771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15A" w:rsidRPr="00A413C1">
        <w:rPr>
          <w:noProof/>
          <w:sz w:val="72"/>
          <w:lang w:eastAsia="en-US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62A73730" wp14:editId="0D9DB30F">
                <wp:simplePos x="0" y="0"/>
                <wp:positionH relativeFrom="column">
                  <wp:posOffset>-203835</wp:posOffset>
                </wp:positionH>
                <wp:positionV relativeFrom="paragraph">
                  <wp:posOffset>-6078220</wp:posOffset>
                </wp:positionV>
                <wp:extent cx="4629150" cy="4010025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0" cy="4010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B552F9" w14:textId="77777777" w:rsidR="00A413C1" w:rsidRPr="00A82F6F" w:rsidRDefault="00A413C1" w:rsidP="00A413C1">
                            <w:pPr>
                              <w:pStyle w:val="RSVP"/>
                              <w:ind w:left="0" w:right="-30"/>
                              <w:jc w:val="center"/>
                              <w:rPr>
                                <w:sz w:val="9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F3D18B6" w14:textId="77777777" w:rsidR="00A413C1" w:rsidRPr="00A82F6F" w:rsidRDefault="00A413C1" w:rsidP="00A413C1">
                            <w:pPr>
                              <w:pStyle w:val="RSVP"/>
                              <w:jc w:val="center"/>
                              <w:rPr>
                                <w:sz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5E9DA81" w14:textId="77777777" w:rsidR="00A413C1" w:rsidRPr="00A82F6F" w:rsidRDefault="00A413C1" w:rsidP="00A413C1">
                            <w:pPr>
                              <w:pStyle w:val="RSVP"/>
                              <w:ind w:left="0" w:right="-30"/>
                              <w:jc w:val="center"/>
                              <w:rPr>
                                <w:sz w:val="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7705F48" w14:textId="77777777" w:rsidR="00A413C1" w:rsidRPr="00810DCA" w:rsidRDefault="00A413C1" w:rsidP="00A413C1">
                            <w:pPr>
                              <w:pStyle w:val="RSVP"/>
                              <w:ind w:left="0" w:right="-30"/>
                              <w:jc w:val="center"/>
                              <w:rPr>
                                <w:sz w:val="5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D040D84" w14:textId="0A964F7A" w:rsidR="00A413C1" w:rsidRPr="00A413C1" w:rsidRDefault="00A413C1" w:rsidP="00C56978">
                            <w:pPr>
                              <w:ind w:left="0" w:right="60"/>
                              <w:jc w:val="center"/>
                              <w:rPr>
                                <w:caps/>
                                <w:color w:val="FFFFFF" w:themeColor="background1"/>
                                <w:sz w:val="56"/>
                                <w:szCs w:val="52"/>
                              </w:rPr>
                            </w:pPr>
                            <w:r w:rsidRPr="00A413C1">
                              <w:rPr>
                                <w:color w:val="FFFFFF" w:themeColor="background1"/>
                                <w:sz w:val="96"/>
                                <w:szCs w:val="52"/>
                              </w:rPr>
                              <w:t>ERPsim @ Seidman</w:t>
                            </w:r>
                            <w:r w:rsidRPr="00A413C1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br/>
                            </w:r>
                            <w:r w:rsidRPr="00A413C1">
                              <w:rPr>
                                <w:color w:val="FFFFFF" w:themeColor="background1"/>
                                <w:sz w:val="56"/>
                                <w:szCs w:val="52"/>
                              </w:rPr>
                              <w:br/>
                            </w:r>
                            <w:r w:rsidRPr="00A413C1">
                              <w:rPr>
                                <w:color w:val="FFFFFF" w:themeColor="background1"/>
                                <w:sz w:val="72"/>
                                <w:szCs w:val="52"/>
                              </w:rPr>
                              <w:t xml:space="preserve"> </w:t>
                            </w:r>
                            <w:r w:rsidRPr="00A413C1">
                              <w:rPr>
                                <w:color w:val="FFFFFF" w:themeColor="background1"/>
                                <w:sz w:val="56"/>
                                <w:szCs w:val="52"/>
                              </w:rPr>
                              <w:t>An SAP</w:t>
                            </w:r>
                            <w:r w:rsidRPr="00A413C1">
                              <w:rPr>
                                <w:caps/>
                                <w:color w:val="FFFFFF" w:themeColor="background1"/>
                                <w:sz w:val="56"/>
                                <w:szCs w:val="52"/>
                                <w:vertAlign w:val="superscript"/>
                              </w:rPr>
                              <w:t>®</w:t>
                            </w:r>
                            <w:r w:rsidRPr="00A413C1">
                              <w:rPr>
                                <w:color w:val="FFFFFF" w:themeColor="background1"/>
                                <w:sz w:val="56"/>
                                <w:szCs w:val="52"/>
                              </w:rPr>
                              <w:t xml:space="preserve"> Young Thinkers </w:t>
                            </w:r>
                            <w:r w:rsidRPr="00A413C1">
                              <w:rPr>
                                <w:color w:val="FFFFFF" w:themeColor="background1"/>
                                <w:sz w:val="56"/>
                                <w:szCs w:val="52"/>
                              </w:rPr>
                              <w:br/>
                              <w:t>Event</w:t>
                            </w:r>
                          </w:p>
                          <w:p w14:paraId="4F878247" w14:textId="77777777" w:rsidR="00A413C1" w:rsidRPr="00A82F6F" w:rsidRDefault="00A413C1" w:rsidP="00A413C1">
                            <w:pPr>
                              <w:pStyle w:val="RSVP"/>
                              <w:ind w:left="0" w:right="-30"/>
                              <w:jc w:val="center"/>
                              <w:rPr>
                                <w:sz w:val="96"/>
                                <w:vertAlign w:val="superscript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73730" id="Text Box 30" o:spid="_x0000_s1031" type="#_x0000_t202" style="position:absolute;left:0;text-align:left;margin-left:-16.05pt;margin-top:-478.6pt;width:364.5pt;height:315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" filled="f" stroked="f">
                <v:textbox>
                  <w:txbxContent>
                    <w:p w14:paraId="78B552F9" w14:textId="77777777" w:rsidR="00A413C1" w:rsidRPr="00A82F6F" w:rsidRDefault="00A413C1" w:rsidP="00A413C1">
                      <w:pPr>
                        <w:pStyle w:val="RSVP"/>
                        <w:ind w:left="0" w:right="-30"/>
                        <w:jc w:val="center"/>
                        <w:rPr>
                          <w:sz w:val="9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F3D18B6" w14:textId="77777777" w:rsidR="00A413C1" w:rsidRPr="00A82F6F" w:rsidRDefault="00A413C1" w:rsidP="00A413C1">
                      <w:pPr>
                        <w:pStyle w:val="RSVP"/>
                        <w:jc w:val="center"/>
                        <w:rPr>
                          <w:sz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5E9DA81" w14:textId="77777777" w:rsidR="00A413C1" w:rsidRPr="00A82F6F" w:rsidRDefault="00A413C1" w:rsidP="00A413C1">
                      <w:pPr>
                        <w:pStyle w:val="RSVP"/>
                        <w:ind w:left="0" w:right="-30"/>
                        <w:jc w:val="center"/>
                        <w:rPr>
                          <w:sz w:val="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7705F48" w14:textId="77777777" w:rsidR="00A413C1" w:rsidRPr="00810DCA" w:rsidRDefault="00A413C1" w:rsidP="00A413C1">
                      <w:pPr>
                        <w:pStyle w:val="RSVP"/>
                        <w:ind w:left="0" w:right="-30"/>
                        <w:jc w:val="center"/>
                        <w:rPr>
                          <w:sz w:val="5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D040D84" w14:textId="0A964F7A" w:rsidR="00A413C1" w:rsidRPr="00A413C1" w:rsidRDefault="00A413C1" w:rsidP="00C56978">
                      <w:pPr>
                        <w:ind w:left="0" w:right="60"/>
                        <w:jc w:val="center"/>
                        <w:rPr>
                          <w:caps/>
                          <w:color w:val="FFFFFF" w:themeColor="background1"/>
                          <w:sz w:val="56"/>
                          <w:szCs w:val="52"/>
                        </w:rPr>
                      </w:pPr>
                      <w:r w:rsidRPr="00A413C1">
                        <w:rPr>
                          <w:color w:val="FFFFFF" w:themeColor="background1"/>
                          <w:sz w:val="96"/>
                          <w:szCs w:val="52"/>
                        </w:rPr>
                        <w:t>ERPsim @ Seidman</w:t>
                      </w:r>
                      <w:r w:rsidRPr="00A413C1">
                        <w:rPr>
                          <w:color w:val="FFFFFF" w:themeColor="background1"/>
                          <w:sz w:val="52"/>
                          <w:szCs w:val="52"/>
                        </w:rPr>
                        <w:br/>
                      </w:r>
                      <w:r w:rsidRPr="00A413C1">
                        <w:rPr>
                          <w:color w:val="FFFFFF" w:themeColor="background1"/>
                          <w:sz w:val="56"/>
                          <w:szCs w:val="52"/>
                        </w:rPr>
                        <w:br/>
                      </w:r>
                      <w:r w:rsidRPr="00A413C1">
                        <w:rPr>
                          <w:color w:val="FFFFFF" w:themeColor="background1"/>
                          <w:sz w:val="72"/>
                          <w:szCs w:val="52"/>
                        </w:rPr>
                        <w:t xml:space="preserve"> </w:t>
                      </w:r>
                      <w:r w:rsidRPr="00A413C1">
                        <w:rPr>
                          <w:color w:val="FFFFFF" w:themeColor="background1"/>
                          <w:sz w:val="56"/>
                          <w:szCs w:val="52"/>
                        </w:rPr>
                        <w:t>An SAP</w:t>
                      </w:r>
                      <w:r w:rsidRPr="00A413C1">
                        <w:rPr>
                          <w:caps/>
                          <w:color w:val="FFFFFF" w:themeColor="background1"/>
                          <w:sz w:val="56"/>
                          <w:szCs w:val="52"/>
                          <w:vertAlign w:val="superscript"/>
                        </w:rPr>
                        <w:t>®</w:t>
                      </w:r>
                      <w:r w:rsidRPr="00A413C1">
                        <w:rPr>
                          <w:color w:val="FFFFFF" w:themeColor="background1"/>
                          <w:sz w:val="56"/>
                          <w:szCs w:val="52"/>
                        </w:rPr>
                        <w:t xml:space="preserve"> Young Thinkers </w:t>
                      </w:r>
                      <w:r w:rsidRPr="00A413C1">
                        <w:rPr>
                          <w:color w:val="FFFFFF" w:themeColor="background1"/>
                          <w:sz w:val="56"/>
                          <w:szCs w:val="52"/>
                        </w:rPr>
                        <w:br/>
                        <w:t>Event</w:t>
                      </w:r>
                    </w:p>
                    <w:p w14:paraId="4F878247" w14:textId="77777777" w:rsidR="00A413C1" w:rsidRPr="00A82F6F" w:rsidRDefault="00A413C1" w:rsidP="00A413C1">
                      <w:pPr>
                        <w:pStyle w:val="RSVP"/>
                        <w:ind w:left="0" w:right="-30"/>
                        <w:jc w:val="center"/>
                        <w:rPr>
                          <w:sz w:val="96"/>
                          <w:vertAlign w:val="superscript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215A" w:rsidRPr="00A413C1">
        <w:rPr>
          <w:noProof/>
          <w:sz w:val="72"/>
          <w:lang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A73F247" wp14:editId="12300439">
                <wp:simplePos x="0" y="0"/>
                <wp:positionH relativeFrom="column">
                  <wp:posOffset>476250</wp:posOffset>
                </wp:positionH>
                <wp:positionV relativeFrom="paragraph">
                  <wp:posOffset>1358265</wp:posOffset>
                </wp:positionV>
                <wp:extent cx="3689350" cy="32385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93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B12ED7" w14:textId="77777777" w:rsidR="00A413C1" w:rsidRPr="00A82F6F" w:rsidRDefault="008B2806" w:rsidP="00A413C1">
                            <w:pPr>
                              <w:ind w:left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 w:val="28"/>
                                <w:szCs w:val="52"/>
                              </w:rPr>
                            </w:pPr>
                            <w:hyperlink r:id="rId13" w:history="1">
                              <w:r w:rsidR="00A413C1" w:rsidRPr="00A82F6F"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8"/>
                                  <w:szCs w:val="52"/>
                                </w:rPr>
                                <w:t>www.gvsu.edu/erp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3F247" id="Text Box 33" o:spid="_x0000_s1032" type="#_x0000_t202" style="position:absolute;left:0;text-align:left;margin-left:37.5pt;margin-top:106.95pt;width:290.5pt;height:25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" filled="f" stroked="f" strokeweight=".5pt">
                <v:textbox>
                  <w:txbxContent>
                    <w:p w14:paraId="5DB12ED7" w14:textId="77777777" w:rsidR="00A413C1" w:rsidRPr="00A82F6F" w:rsidRDefault="008B2806" w:rsidP="00A413C1">
                      <w:pPr>
                        <w:ind w:left="0"/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 w:val="28"/>
                          <w:szCs w:val="52"/>
                        </w:rPr>
                      </w:pPr>
                      <w:hyperlink r:id="rId14" w:history="1">
                        <w:r w:rsidR="00A413C1" w:rsidRPr="00A82F6F"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8"/>
                            <w:szCs w:val="52"/>
                          </w:rPr>
                          <w:t>www.gvsu.edu/erp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EE215A" w:rsidRPr="00A413C1">
        <w:rPr>
          <w:noProof/>
          <w:sz w:val="72"/>
          <w:lang w:eastAsia="en-US"/>
        </w:rPr>
        <w:drawing>
          <wp:anchor distT="0" distB="0" distL="114300" distR="114300" simplePos="0" relativeHeight="251692032" behindDoc="0" locked="0" layoutInCell="1" allowOverlap="1" wp14:anchorId="5F61E6E2" wp14:editId="59004C84">
            <wp:simplePos x="0" y="0"/>
            <wp:positionH relativeFrom="column">
              <wp:posOffset>2777490</wp:posOffset>
            </wp:positionH>
            <wp:positionV relativeFrom="paragraph">
              <wp:posOffset>547370</wp:posOffset>
            </wp:positionV>
            <wp:extent cx="1155700" cy="771525"/>
            <wp:effectExtent l="133350" t="76200" r="82550" b="142875"/>
            <wp:wrapNone/>
            <wp:docPr id="35" name="Picture 35" descr="N:\MyData\Old N Drive Data\ERP Promotional Materials\SAPUA Logo 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N:\MyData\Old N Drive Data\ERP Promotional Materials\SAPUA Logo Butto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7715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15A">
        <w:rPr>
          <w:noProof/>
          <w:sz w:val="8"/>
          <w:lang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579EBB" wp14:editId="42659F04">
                <wp:simplePos x="0" y="0"/>
                <wp:positionH relativeFrom="column">
                  <wp:posOffset>5638800</wp:posOffset>
                </wp:positionH>
                <wp:positionV relativeFrom="paragraph">
                  <wp:posOffset>1358265</wp:posOffset>
                </wp:positionV>
                <wp:extent cx="3689350" cy="32385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93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007D69" w14:textId="089D620C" w:rsidR="00A82F6F" w:rsidRPr="00A82F6F" w:rsidRDefault="008B2806" w:rsidP="00D4634E">
                            <w:pPr>
                              <w:ind w:left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 w:val="28"/>
                                <w:szCs w:val="52"/>
                              </w:rPr>
                            </w:pPr>
                            <w:hyperlink r:id="rId15" w:history="1">
                              <w:r w:rsidR="00A82F6F" w:rsidRPr="00A82F6F"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8"/>
                                  <w:szCs w:val="52"/>
                                </w:rPr>
                                <w:t>www.gvsu.edu/erp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79EBB" id="Text Box 28" o:spid="_x0000_s1033" type="#_x0000_t202" style="position:absolute;left:0;text-align:left;margin-left:444pt;margin-top:106.95pt;width:290.5pt;height:2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" filled="f" stroked="f" strokeweight=".5pt">
                <v:textbox>
                  <w:txbxContent>
                    <w:p w14:paraId="60007D69" w14:textId="089D620C" w:rsidR="00A82F6F" w:rsidRPr="00A82F6F" w:rsidRDefault="00D013EC" w:rsidP="00D4634E">
                      <w:pPr>
                        <w:ind w:left="0"/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 w:val="28"/>
                          <w:szCs w:val="52"/>
                        </w:rPr>
                      </w:pPr>
                      <w:hyperlink r:id="rId16" w:history="1">
                        <w:r w:rsidR="00A82F6F" w:rsidRPr="00A82F6F"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8"/>
                            <w:szCs w:val="52"/>
                          </w:rPr>
                          <w:t>www.gvsu.edu/erp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EE215A" w:rsidRPr="00A413C1">
        <w:rPr>
          <w:noProof/>
          <w:sz w:val="72"/>
          <w:lang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AC0AB0E" wp14:editId="0D0686A6">
                <wp:simplePos x="0" y="0"/>
                <wp:positionH relativeFrom="column">
                  <wp:posOffset>169545</wp:posOffset>
                </wp:positionH>
                <wp:positionV relativeFrom="paragraph">
                  <wp:posOffset>-1883410</wp:posOffset>
                </wp:positionV>
                <wp:extent cx="3695700" cy="1876425"/>
                <wp:effectExtent l="133350" t="19050" r="0" b="28575"/>
                <wp:wrapNone/>
                <wp:docPr id="31" name="Double Brac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1876425"/>
                        </a:xfrm>
                        <a:prstGeom prst="bracePair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A6EB9" id="Double Brace 31" o:spid="_x0000_s1026" type="#_x0000_t186" style="position:absolute;margin-left:13.35pt;margin-top:-148.3pt;width:291pt;height:147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" strokecolor="#4a66ac [3204]" strokeweight="3pt">
                <v:stroke joinstyle="miter"/>
              </v:shape>
            </w:pict>
          </mc:Fallback>
        </mc:AlternateContent>
      </w:r>
      <w:r w:rsidR="00EE215A" w:rsidRPr="00A413C1">
        <w:rPr>
          <w:noProof/>
          <w:sz w:val="72"/>
          <w:lang w:eastAsia="en-US"/>
        </w:rPr>
        <w:drawing>
          <wp:anchor distT="0" distB="0" distL="114300" distR="114300" simplePos="0" relativeHeight="251699200" behindDoc="0" locked="0" layoutInCell="1" allowOverlap="1" wp14:anchorId="0F6D0B8E" wp14:editId="47B532B4">
            <wp:simplePos x="0" y="0"/>
            <wp:positionH relativeFrom="column">
              <wp:posOffset>396240</wp:posOffset>
            </wp:positionH>
            <wp:positionV relativeFrom="paragraph">
              <wp:posOffset>-5577840</wp:posOffset>
            </wp:positionV>
            <wp:extent cx="3190875" cy="567690"/>
            <wp:effectExtent l="0" t="0" r="9525" b="381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Seidman_markleft_wht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3667">
        <w:rPr>
          <w:noProof/>
          <w:sz w:val="72"/>
          <w:lang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A62F12C" wp14:editId="305BB348">
                <wp:simplePos x="0" y="0"/>
                <wp:positionH relativeFrom="column">
                  <wp:posOffset>4438650</wp:posOffset>
                </wp:positionH>
                <wp:positionV relativeFrom="paragraph">
                  <wp:posOffset>-5909310</wp:posOffset>
                </wp:positionV>
                <wp:extent cx="247650" cy="7743825"/>
                <wp:effectExtent l="0" t="0" r="19050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774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D210D0E" id="Rectangle 23" o:spid="_x0000_s1026" style="position:absolute;margin-left:349.5pt;margin-top:-465.3pt;width:19.5pt;height:609.7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" fillcolor="white [3212]" strokecolor="white [3212]" strokeweight="1pt"/>
            </w:pict>
          </mc:Fallback>
        </mc:AlternateContent>
      </w:r>
      <w:r w:rsidR="00C0391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27DF50" wp14:editId="48F9B137">
                <wp:simplePos x="0" y="0"/>
                <wp:positionH relativeFrom="column">
                  <wp:posOffset>-409575</wp:posOffset>
                </wp:positionH>
                <wp:positionV relativeFrom="paragraph">
                  <wp:posOffset>-2060575</wp:posOffset>
                </wp:positionV>
                <wp:extent cx="10048240" cy="2171700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48240" cy="2171700"/>
                        </a:xfrm>
                        <a:prstGeom prst="rect">
                          <a:avLst/>
                        </a:prstGeom>
                        <a:solidFill>
                          <a:srgbClr val="629DD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048075" id="Rectangle 24" o:spid="_x0000_s1026" style="position:absolute;margin-left:-32.25pt;margin-top:-162.25pt;width:791.2pt;height:17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" fillcolor="#629dd1" stroked="f" strokeweight="1pt"/>
            </w:pict>
          </mc:Fallback>
        </mc:AlternateContent>
      </w:r>
      <w:bookmarkStart w:id="0" w:name="_GoBack"/>
      <w:r w:rsidR="00A413C1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6A8FB48F" wp14:editId="2E105F93">
                <wp:simplePos x="0" y="0"/>
                <wp:positionH relativeFrom="page">
                  <wp:posOffset>-57150</wp:posOffset>
                </wp:positionH>
                <wp:positionV relativeFrom="page">
                  <wp:posOffset>0</wp:posOffset>
                </wp:positionV>
                <wp:extent cx="10115550" cy="9067800"/>
                <wp:effectExtent l="0" t="0" r="0" b="0"/>
                <wp:wrapNone/>
                <wp:docPr id="60" name="Group 59" descr="Color block background desig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15550" cy="9067800"/>
                          <a:chOff x="634" y="0"/>
                          <a:chExt cx="6858000" cy="9139555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635" y="0"/>
                            <a:ext cx="6857365" cy="913955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" name="Group 4"/>
                        <wpg:cNvGrpSpPr/>
                        <wpg:grpSpPr>
                          <a:xfrm>
                            <a:off x="634" y="0"/>
                            <a:ext cx="6858000" cy="9139555"/>
                            <a:chOff x="635" y="0"/>
                            <a:chExt cx="6858635" cy="9139555"/>
                          </a:xfrm>
                          <a:solidFill>
                            <a:schemeClr val="accent2">
                              <a:alpha val="20000"/>
                            </a:schemeClr>
                          </a:solidFill>
                        </wpg:grpSpPr>
                        <wps:wsp>
                          <wps:cNvPr id="5" name="Freeform 5"/>
                          <wps:cNvSpPr>
                            <a:spLocks/>
                          </wps:cNvSpPr>
                          <wps:spPr bwMode="auto">
                            <a:xfrm>
                              <a:off x="2553335" y="5048250"/>
                              <a:ext cx="4305935" cy="1193800"/>
                            </a:xfrm>
                            <a:custGeom>
                              <a:avLst/>
                              <a:gdLst>
                                <a:gd name="T0" fmla="*/ 6781 w 6781"/>
                                <a:gd name="T1" fmla="*/ 0 h 1880"/>
                                <a:gd name="T2" fmla="*/ 6781 w 6781"/>
                                <a:gd name="T3" fmla="*/ 1880 h 1880"/>
                                <a:gd name="T4" fmla="*/ 0 w 6781"/>
                                <a:gd name="T5" fmla="*/ 21 h 1880"/>
                                <a:gd name="T6" fmla="*/ 6781 w 6781"/>
                                <a:gd name="T7" fmla="*/ 0 h 18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781" h="1880">
                                  <a:moveTo>
                                    <a:pt x="6781" y="0"/>
                                  </a:moveTo>
                                  <a:lnTo>
                                    <a:pt x="6781" y="1880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678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2553335" y="762000"/>
                              <a:ext cx="4305935" cy="4300220"/>
                            </a:xfrm>
                            <a:custGeom>
                              <a:avLst/>
                              <a:gdLst>
                                <a:gd name="T0" fmla="*/ 6781 w 6781"/>
                                <a:gd name="T1" fmla="*/ 0 h 6772"/>
                                <a:gd name="T2" fmla="*/ 6781 w 6781"/>
                                <a:gd name="T3" fmla="*/ 1894 h 6772"/>
                                <a:gd name="T4" fmla="*/ 0 w 6781"/>
                                <a:gd name="T5" fmla="*/ 6772 h 6772"/>
                                <a:gd name="T6" fmla="*/ 6781 w 6781"/>
                                <a:gd name="T7" fmla="*/ 0 h 67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781" h="6772">
                                  <a:moveTo>
                                    <a:pt x="6781" y="0"/>
                                  </a:moveTo>
                                  <a:lnTo>
                                    <a:pt x="6781" y="1894"/>
                                  </a:lnTo>
                                  <a:lnTo>
                                    <a:pt x="0" y="6772"/>
                                  </a:lnTo>
                                  <a:lnTo>
                                    <a:pt x="678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2553335" y="3009900"/>
                              <a:ext cx="4305935" cy="2052955"/>
                            </a:xfrm>
                            <a:custGeom>
                              <a:avLst/>
                              <a:gdLst>
                                <a:gd name="T0" fmla="*/ 6781 w 6781"/>
                                <a:gd name="T1" fmla="*/ 0 h 3233"/>
                                <a:gd name="T2" fmla="*/ 6781 w 6781"/>
                                <a:gd name="T3" fmla="*/ 1571 h 3233"/>
                                <a:gd name="T4" fmla="*/ 0 w 6781"/>
                                <a:gd name="T5" fmla="*/ 3233 h 3233"/>
                                <a:gd name="T6" fmla="*/ 6781 w 6781"/>
                                <a:gd name="T7" fmla="*/ 0 h 3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781" h="3233">
                                  <a:moveTo>
                                    <a:pt x="6781" y="0"/>
                                  </a:moveTo>
                                  <a:lnTo>
                                    <a:pt x="6781" y="1571"/>
                                  </a:lnTo>
                                  <a:lnTo>
                                    <a:pt x="0" y="3233"/>
                                  </a:lnTo>
                                  <a:lnTo>
                                    <a:pt x="678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1838960" y="5057775"/>
                              <a:ext cx="737235" cy="4081780"/>
                            </a:xfrm>
                            <a:custGeom>
                              <a:avLst/>
                              <a:gdLst>
                                <a:gd name="T0" fmla="*/ 1135 w 1161"/>
                                <a:gd name="T1" fmla="*/ 0 h 6428"/>
                                <a:gd name="T2" fmla="*/ 1161 w 1161"/>
                                <a:gd name="T3" fmla="*/ 6428 h 6428"/>
                                <a:gd name="T4" fmla="*/ 0 w 1161"/>
                                <a:gd name="T5" fmla="*/ 6428 h 6428"/>
                                <a:gd name="T6" fmla="*/ 1135 w 1161"/>
                                <a:gd name="T7" fmla="*/ 0 h 64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61" h="6428">
                                  <a:moveTo>
                                    <a:pt x="1135" y="0"/>
                                  </a:moveTo>
                                  <a:lnTo>
                                    <a:pt x="1161" y="6428"/>
                                  </a:lnTo>
                                  <a:lnTo>
                                    <a:pt x="0" y="6428"/>
                                  </a:lnTo>
                                  <a:lnTo>
                                    <a:pt x="113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00685" y="5057775"/>
                              <a:ext cx="2158365" cy="4081780"/>
                            </a:xfrm>
                            <a:custGeom>
                              <a:avLst/>
                              <a:gdLst>
                                <a:gd name="T0" fmla="*/ 3399 w 3399"/>
                                <a:gd name="T1" fmla="*/ 0 h 6428"/>
                                <a:gd name="T2" fmla="*/ 1156 w 3399"/>
                                <a:gd name="T3" fmla="*/ 6428 h 6428"/>
                                <a:gd name="T4" fmla="*/ 0 w 3399"/>
                                <a:gd name="T5" fmla="*/ 6428 h 6428"/>
                                <a:gd name="T6" fmla="*/ 3399 w 3399"/>
                                <a:gd name="T7" fmla="*/ 0 h 64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399" h="6428">
                                  <a:moveTo>
                                    <a:pt x="3399" y="0"/>
                                  </a:moveTo>
                                  <a:lnTo>
                                    <a:pt x="1156" y="6428"/>
                                  </a:lnTo>
                                  <a:lnTo>
                                    <a:pt x="0" y="6428"/>
                                  </a:lnTo>
                                  <a:lnTo>
                                    <a:pt x="3399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2553335" y="5057775"/>
                              <a:ext cx="1950720" cy="4081780"/>
                            </a:xfrm>
                            <a:custGeom>
                              <a:avLst/>
                              <a:gdLst>
                                <a:gd name="T0" fmla="*/ 0 w 3072"/>
                                <a:gd name="T1" fmla="*/ 0 h 6428"/>
                                <a:gd name="T2" fmla="*/ 3072 w 3072"/>
                                <a:gd name="T3" fmla="*/ 6428 h 6428"/>
                                <a:gd name="T4" fmla="*/ 1361 w 3072"/>
                                <a:gd name="T5" fmla="*/ 6428 h 6428"/>
                                <a:gd name="T6" fmla="*/ 0 w 3072"/>
                                <a:gd name="T7" fmla="*/ 0 h 64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072" h="6428">
                                  <a:moveTo>
                                    <a:pt x="0" y="0"/>
                                  </a:moveTo>
                                  <a:lnTo>
                                    <a:pt x="3072" y="6428"/>
                                  </a:lnTo>
                                  <a:lnTo>
                                    <a:pt x="1361" y="642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635" y="5057775"/>
                              <a:ext cx="2554605" cy="626745"/>
                            </a:xfrm>
                            <a:custGeom>
                              <a:avLst/>
                              <a:gdLst>
                                <a:gd name="T0" fmla="*/ 4023 w 4023"/>
                                <a:gd name="T1" fmla="*/ 0 h 987"/>
                                <a:gd name="T2" fmla="*/ 0 w 4023"/>
                                <a:gd name="T3" fmla="*/ 987 h 987"/>
                                <a:gd name="T4" fmla="*/ 0 w 4023"/>
                                <a:gd name="T5" fmla="*/ 13 h 987"/>
                                <a:gd name="T6" fmla="*/ 4023 w 4023"/>
                                <a:gd name="T7" fmla="*/ 0 h 9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023" h="987">
                                  <a:moveTo>
                                    <a:pt x="4023" y="0"/>
                                  </a:moveTo>
                                  <a:lnTo>
                                    <a:pt x="0" y="987"/>
                                  </a:lnTo>
                                  <a:lnTo>
                                    <a:pt x="0" y="13"/>
                                  </a:lnTo>
                                  <a:lnTo>
                                    <a:pt x="402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635" y="5057775"/>
                              <a:ext cx="2554605" cy="1840230"/>
                            </a:xfrm>
                            <a:custGeom>
                              <a:avLst/>
                              <a:gdLst>
                                <a:gd name="T0" fmla="*/ 4023 w 4023"/>
                                <a:gd name="T1" fmla="*/ 0 h 2898"/>
                                <a:gd name="T2" fmla="*/ 0 w 4023"/>
                                <a:gd name="T3" fmla="*/ 2898 h 2898"/>
                                <a:gd name="T4" fmla="*/ 0 w 4023"/>
                                <a:gd name="T5" fmla="*/ 1920 h 2898"/>
                                <a:gd name="T6" fmla="*/ 4023 w 4023"/>
                                <a:gd name="T7" fmla="*/ 0 h 2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023" h="2898">
                                  <a:moveTo>
                                    <a:pt x="4023" y="0"/>
                                  </a:moveTo>
                                  <a:lnTo>
                                    <a:pt x="0" y="2898"/>
                                  </a:lnTo>
                                  <a:lnTo>
                                    <a:pt x="0" y="1920"/>
                                  </a:lnTo>
                                  <a:lnTo>
                                    <a:pt x="402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4"/>
                          <wps:cNvSpPr>
                            <a:spLocks/>
                          </wps:cNvSpPr>
                          <wps:spPr bwMode="auto">
                            <a:xfrm>
                              <a:off x="635" y="5057775"/>
                              <a:ext cx="2554605" cy="3472180"/>
                            </a:xfrm>
                            <a:custGeom>
                              <a:avLst/>
                              <a:gdLst>
                                <a:gd name="T0" fmla="*/ 4023 w 4023"/>
                                <a:gd name="T1" fmla="*/ 0 h 5468"/>
                                <a:gd name="T2" fmla="*/ 0 w 4023"/>
                                <a:gd name="T3" fmla="*/ 5468 h 5468"/>
                                <a:gd name="T4" fmla="*/ 0 w 4023"/>
                                <a:gd name="T5" fmla="*/ 4024 h 5468"/>
                                <a:gd name="T6" fmla="*/ 4023 w 4023"/>
                                <a:gd name="T7" fmla="*/ 0 h 54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023" h="5468">
                                  <a:moveTo>
                                    <a:pt x="4023" y="0"/>
                                  </a:moveTo>
                                  <a:lnTo>
                                    <a:pt x="0" y="5468"/>
                                  </a:lnTo>
                                  <a:lnTo>
                                    <a:pt x="0" y="4024"/>
                                  </a:lnTo>
                                  <a:lnTo>
                                    <a:pt x="402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5"/>
                          <wps:cNvSpPr>
                            <a:spLocks/>
                          </wps:cNvSpPr>
                          <wps:spPr bwMode="auto">
                            <a:xfrm>
                              <a:off x="2553335" y="0"/>
                              <a:ext cx="3729355" cy="5062220"/>
                            </a:xfrm>
                            <a:custGeom>
                              <a:avLst/>
                              <a:gdLst>
                                <a:gd name="T0" fmla="*/ 4224 w 5873"/>
                                <a:gd name="T1" fmla="*/ 0 h 7972"/>
                                <a:gd name="T2" fmla="*/ 5873 w 5873"/>
                                <a:gd name="T3" fmla="*/ 0 h 7972"/>
                                <a:gd name="T4" fmla="*/ 0 w 5873"/>
                                <a:gd name="T5" fmla="*/ 7972 h 7972"/>
                                <a:gd name="T6" fmla="*/ 4224 w 5873"/>
                                <a:gd name="T7" fmla="*/ 0 h 79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873" h="7972">
                                  <a:moveTo>
                                    <a:pt x="4224" y="0"/>
                                  </a:moveTo>
                                  <a:lnTo>
                                    <a:pt x="5873" y="0"/>
                                  </a:lnTo>
                                  <a:lnTo>
                                    <a:pt x="0" y="7972"/>
                                  </a:lnTo>
                                  <a:lnTo>
                                    <a:pt x="4224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635" y="3457575"/>
                              <a:ext cx="2554605" cy="1604010"/>
                            </a:xfrm>
                            <a:custGeom>
                              <a:avLst/>
                              <a:gdLst>
                                <a:gd name="T0" fmla="*/ 0 w 4023"/>
                                <a:gd name="T1" fmla="*/ 0 h 2526"/>
                                <a:gd name="T2" fmla="*/ 4023 w 4023"/>
                                <a:gd name="T3" fmla="*/ 2526 h 2526"/>
                                <a:gd name="T4" fmla="*/ 0 w 4023"/>
                                <a:gd name="T5" fmla="*/ 1427 h 2526"/>
                                <a:gd name="T6" fmla="*/ 0 w 4023"/>
                                <a:gd name="T7" fmla="*/ 0 h 25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023" h="2526">
                                  <a:moveTo>
                                    <a:pt x="0" y="0"/>
                                  </a:moveTo>
                                  <a:lnTo>
                                    <a:pt x="4023" y="2526"/>
                                  </a:lnTo>
                                  <a:lnTo>
                                    <a:pt x="0" y="14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7"/>
                          <wps:cNvSpPr>
                            <a:spLocks/>
                          </wps:cNvSpPr>
                          <wps:spPr bwMode="auto">
                            <a:xfrm>
                              <a:off x="2553335" y="0"/>
                              <a:ext cx="1770380" cy="5062220"/>
                            </a:xfrm>
                            <a:custGeom>
                              <a:avLst/>
                              <a:gdLst>
                                <a:gd name="T0" fmla="*/ 1409 w 2788"/>
                                <a:gd name="T1" fmla="*/ 0 h 7972"/>
                                <a:gd name="T2" fmla="*/ 2788 w 2788"/>
                                <a:gd name="T3" fmla="*/ 0 h 7972"/>
                                <a:gd name="T4" fmla="*/ 0 w 2788"/>
                                <a:gd name="T5" fmla="*/ 7972 h 7972"/>
                                <a:gd name="T6" fmla="*/ 1409 w 2788"/>
                                <a:gd name="T7" fmla="*/ 0 h 79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788" h="7972">
                                  <a:moveTo>
                                    <a:pt x="1409" y="0"/>
                                  </a:moveTo>
                                  <a:lnTo>
                                    <a:pt x="2788" y="0"/>
                                  </a:lnTo>
                                  <a:lnTo>
                                    <a:pt x="0" y="7972"/>
                                  </a:lnTo>
                                  <a:lnTo>
                                    <a:pt x="1409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8"/>
                          <wps:cNvSpPr>
                            <a:spLocks/>
                          </wps:cNvSpPr>
                          <wps:spPr bwMode="auto">
                            <a:xfrm>
                              <a:off x="635" y="0"/>
                              <a:ext cx="2554605" cy="5062220"/>
                            </a:xfrm>
                            <a:custGeom>
                              <a:avLst/>
                              <a:gdLst>
                                <a:gd name="T0" fmla="*/ 0 w 4023"/>
                                <a:gd name="T1" fmla="*/ 0 h 7972"/>
                                <a:gd name="T2" fmla="*/ 213 w 4023"/>
                                <a:gd name="T3" fmla="*/ 0 h 7972"/>
                                <a:gd name="T4" fmla="*/ 4023 w 4023"/>
                                <a:gd name="T5" fmla="*/ 7972 h 7972"/>
                                <a:gd name="T6" fmla="*/ 0 w 4023"/>
                                <a:gd name="T7" fmla="*/ 3356 h 7972"/>
                                <a:gd name="T8" fmla="*/ 0 w 4023"/>
                                <a:gd name="T9" fmla="*/ 0 h 79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023" h="7972">
                                  <a:moveTo>
                                    <a:pt x="0" y="0"/>
                                  </a:moveTo>
                                  <a:lnTo>
                                    <a:pt x="213" y="0"/>
                                  </a:lnTo>
                                  <a:lnTo>
                                    <a:pt x="4023" y="7972"/>
                                  </a:lnTo>
                                  <a:lnTo>
                                    <a:pt x="0" y="335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9"/>
                          <wps:cNvSpPr>
                            <a:spLocks/>
                          </wps:cNvSpPr>
                          <wps:spPr bwMode="auto">
                            <a:xfrm>
                              <a:off x="1486535" y="0"/>
                              <a:ext cx="1069340" cy="5062220"/>
                            </a:xfrm>
                            <a:custGeom>
                              <a:avLst/>
                              <a:gdLst>
                                <a:gd name="T0" fmla="*/ 0 w 1684"/>
                                <a:gd name="T1" fmla="*/ 0 h 7972"/>
                                <a:gd name="T2" fmla="*/ 1653 w 1684"/>
                                <a:gd name="T3" fmla="*/ 0 h 7972"/>
                                <a:gd name="T4" fmla="*/ 1684 w 1684"/>
                                <a:gd name="T5" fmla="*/ 7972 h 7972"/>
                                <a:gd name="T6" fmla="*/ 0 w 1684"/>
                                <a:gd name="T7" fmla="*/ 0 h 79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684" h="7972">
                                  <a:moveTo>
                                    <a:pt x="0" y="0"/>
                                  </a:moveTo>
                                  <a:lnTo>
                                    <a:pt x="1653" y="0"/>
                                  </a:lnTo>
                                  <a:lnTo>
                                    <a:pt x="1684" y="797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2553335" y="5057775"/>
                              <a:ext cx="4305935" cy="4081780"/>
                            </a:xfrm>
                            <a:custGeom>
                              <a:avLst/>
                              <a:gdLst>
                                <a:gd name="T0" fmla="*/ 0 w 6781"/>
                                <a:gd name="T1" fmla="*/ 0 h 6428"/>
                                <a:gd name="T2" fmla="*/ 6781 w 6781"/>
                                <a:gd name="T3" fmla="*/ 4259 h 6428"/>
                                <a:gd name="T4" fmla="*/ 6781 w 6781"/>
                                <a:gd name="T5" fmla="*/ 6428 h 6428"/>
                                <a:gd name="T6" fmla="*/ 5598 w 6781"/>
                                <a:gd name="T7" fmla="*/ 6428 h 6428"/>
                                <a:gd name="T8" fmla="*/ 0 w 6781"/>
                                <a:gd name="T9" fmla="*/ 0 h 64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781" h="6428">
                                  <a:moveTo>
                                    <a:pt x="0" y="0"/>
                                  </a:moveTo>
                                  <a:lnTo>
                                    <a:pt x="6781" y="4259"/>
                                  </a:lnTo>
                                  <a:lnTo>
                                    <a:pt x="6781" y="6428"/>
                                  </a:lnTo>
                                  <a:lnTo>
                                    <a:pt x="5598" y="642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55F09F" id="Group 59" o:spid="_x0000_s1026" alt="Color block background design" style="position:absolute;margin-left:-4.5pt;margin-top:0;width:796.5pt;height:714pt;z-index:-251649024;mso-position-horizontal-relative:page;mso-position-vertical-relative:page;mso-width-relative:margin;mso-height-relative:margin" coordorigin="6" coordsize="68580,91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">
                <v:rect id="Rectangle 3" o:spid="_x0000_s1027" style="position:absolute;left:6;width:68574;height:913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wSp8QA&#10;AADaAAAADwAAAGRycy9kb3ducmV2LnhtbESPQWvCQBSE70L/w/IKvelGA7Wk2YgIgkgpNNZDb4/s&#10;azY1+zZk1xj99d1CweMwM98w+Wq0rRio941jBfNZAoK4crrhWsHnYTt9AeEDssbWMSm4kodV8TDJ&#10;MdPuwh80lKEWEcI+QwUmhC6T0leGLPqZ64ij9+16iyHKvpa6x0uE21YukuRZWmw4LhjsaGOoOpVn&#10;q2D/s0xLM6yHW/pOR+OOb1/bjVfq6XFcv4IINIZ7+L+90wpS+LsSb4A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cEqfEAAAA2gAAAA8AAAAAAAAAAAAAAAAAmAIAAGRycy9k&#10;b3ducmV2LnhtbFBLBQYAAAAABAAEAPUAAACJAwAAAAA=&#10;" fillcolor="#4a66ac [3204]" stroked="f" strokeweight="1pt"/>
                <v:group id="Group 4" o:spid="_x0000_s1028" style="position:absolute;left:6;width:68580;height:91395" coordorigin="6" coordsize="68586,91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5" o:spid="_x0000_s1029" style="position:absolute;left:25533;top:50482;width:43059;height:11938;visibility:visible;mso-wrap-style:square;v-text-anchor:top" coordsize="6781,1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ThHMMA&#10;AADaAAAADwAAAGRycy9kb3ducmV2LnhtbESPQWvCQBSE7wX/w/KE3uqmQltNXUUEpdCLTavi7ZF9&#10;zYbmvQ3ZrcZ/7xYKHoeZ+YaZLXpu1Im6UHsx8DjKQJGU3tZSGfj6XD9MQIWIYrHxQgYuFGAxH9zN&#10;MLf+LB90KmKlEkRCjgZcjG2udSgdMYaRb0mS9+07xphkV2nb4TnBudHjLHvWjLWkBYctrRyVP8Uv&#10;G6gmly3vDsW7fXFT3BzbPe82bMz9sF++gorUx1v4v/1mDTzB35V0A/T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ThHMMAAADaAAAADwAAAAAAAAAAAAAAAACYAgAAZHJzL2Rv&#10;d25yZXYueG1sUEsFBgAAAAAEAAQA9QAAAIgDAAAAAA==&#10;" path="m6781,r,1880l,21,6781,xe" filled="f" stroked="f" strokeweight="0">
                    <v:path arrowok="t" o:connecttype="custom" o:connectlocs="4305935,0;4305935,1193800;0,13335;4305935,0" o:connectangles="0,0,0,0"/>
                  </v:shape>
                  <v:shape id="Freeform 6" o:spid="_x0000_s1030" style="position:absolute;left:25533;top:7620;width:43059;height:43002;visibility:visible;mso-wrap-style:square;v-text-anchor:top" coordsize="6781,6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CLxL4A&#10;AADaAAAADwAAAGRycy9kb3ducmV2LnhtbESPzQrCMBCE74LvEFbwpqke/KlGEaHgSbCK56VZ22Kz&#10;qU209e2NIHgcZuYbZr3tTCVe1LjSsoLJOAJBnFldcq7gck5GCxDOI2usLJOCNznYbvq9Ncbatnyi&#10;V+pzESDsYlRQeF/HUrqsIINubGvi4N1sY9AH2eRSN9gGuKnkNIpm0mDJYaHAmvYFZff0aRQs5b1t&#10;0zM+FtImx2h5nSeH21yp4aDbrUB46vw//GsftIIZfK+EGyA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9wi8S+AAAA2gAAAA8AAAAAAAAAAAAAAAAAmAIAAGRycy9kb3ducmV2&#10;LnhtbFBLBQYAAAAABAAEAPUAAACDAwAAAAA=&#10;" path="m6781,r,1894l,6772,6781,xe" filled="f" stroked="f" strokeweight="0">
                    <v:path arrowok="t" o:connecttype="custom" o:connectlocs="4305935,0;4305935,1202690;0,4300220;4305935,0" o:connectangles="0,0,0,0"/>
                  </v:shape>
                  <v:shape id="Freeform 8" o:spid="_x0000_s1031" style="position:absolute;left:25533;top:30099;width:43059;height:20529;visibility:visible;mso-wrap-style:square;v-text-anchor:top" coordsize="6781,3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7oI8IA&#10;AADaAAAADwAAAGRycy9kb3ducmV2LnhtbERPy2rCQBTdF/yH4QpuRCe29RUdpUqFUnChEXR5yVyT&#10;YOZOyIwm/r2zKHR5OO/lujWleFDtCssKRsMIBHFqdcGZglOyG8xAOI+ssbRMCp7kYL3qvC0x1rbh&#10;Az2OPhMhhF2MCnLvq1hKl+Zk0A1tRRy4q60N+gDrTOoamxBuSvkeRRNpsODQkGNF25zS2/FuFOwP&#10;54+o+dx8z/u/o2R36U+TcjxVqtdtvxYgPLX+X/zn/tEKwtZwJdwA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vugjwgAAANoAAAAPAAAAAAAAAAAAAAAAAJgCAABkcnMvZG93&#10;bnJldi54bWxQSwUGAAAAAAQABAD1AAAAhwMAAAAA&#10;" path="m6781,r,1571l,3233,6781,xe" filled="f" stroked="f" strokeweight="0">
                    <v:path arrowok="t" o:connecttype="custom" o:connectlocs="4305935,0;4305935,997585;0,2052955;4305935,0" o:connectangles="0,0,0,0"/>
                  </v:shape>
                  <v:shape id="Freeform 9" o:spid="_x0000_s1032" style="position:absolute;left:18389;top:50577;width:7372;height:40818;visibility:visible;mso-wrap-style:square;v-text-anchor:top" coordsize="1161,6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vo6MMA&#10;AADaAAAADwAAAGRycy9kb3ducmV2LnhtbESPzWqDQBSF94W+w3AL3TVjUhJS6xhCiiBkUdRssrs4&#10;Nypx7ogzVfv2nUKhy8P5+TjJYTG9mGh0nWUF61UEgri2uuNGwaXKXvYgnEfW2FsmBd/k4JA+PiQY&#10;aztzQVPpGxFG2MWooPV+iKV0dUsG3coOxMG72dGgD3JspB5xDuOml5so2kmDHQdCiwOdWqrv5ZcJ&#10;kP3tarPTsSh2l21VfX7Y1805V+r5aTm+g/C0+P/wXzvXCt7g90q4ATL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vo6MMAAADaAAAADwAAAAAAAAAAAAAAAACYAgAAZHJzL2Rv&#10;d25yZXYueG1sUEsFBgAAAAAEAAQA9QAAAIgDAAAAAA==&#10;" path="m1135,r26,6428l,6428,1135,xe" filled="f" stroked="f" strokeweight="0">
                    <v:path arrowok="t" o:connecttype="custom" o:connectlocs="720725,0;737235,4081780;0,4081780;720725,0" o:connectangles="0,0,0,0"/>
                  </v:shape>
                  <v:shape id="Freeform 10" o:spid="_x0000_s1033" style="position:absolute;left:4006;top:50577;width:21584;height:40818;visibility:visible;mso-wrap-style:square;v-text-anchor:top" coordsize="3399,6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LY9sQA&#10;AADbAAAADwAAAGRycy9kb3ducmV2LnhtbESPQWvCQBCF7wX/wzKFXkQ3qVhMdBURhF61SuhtyI5J&#10;aHY2Zrcm/fedQ6G3Gd6b977Z7EbXqgf1ofFsIJ0noIhLbxuuDFw+jrMVqBCRLbaeycAPBdhtJ08b&#10;zK0f+ESPc6yUhHDI0UAdY5drHcqaHIa574hFu/neYZS1r7TtcZBw1+rXJHnTDhuWhho7OtRUfp2/&#10;nYFpwX66XGb37PNSDDq7Hot0kRrz8jzu16AijfHf/Hf9bgVf6OUXG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C2PbEAAAA2wAAAA8AAAAAAAAAAAAAAAAAmAIAAGRycy9k&#10;b3ducmV2LnhtbFBLBQYAAAAABAAEAPUAAACJAwAAAAA=&#10;" path="m3399,l1156,6428,,6428,3399,xe" filled="f" stroked="f" strokeweight="0">
                    <v:path arrowok="t" o:connecttype="custom" o:connectlocs="2158365,0;734060,4081780;0,4081780;2158365,0" o:connectangles="0,0,0,0"/>
                  </v:shape>
                  <v:shape id="Freeform 11" o:spid="_x0000_s1034" style="position:absolute;left:25533;top:50577;width:19507;height:40818;visibility:visible;mso-wrap-style:square;v-text-anchor:top" coordsize="3072,6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aK/cEA&#10;AADbAAAADwAAAGRycy9kb3ducmV2LnhtbERPS4vCMBC+C/6HMII3TdVlkWqUqgheFnz04m1sxqbY&#10;TEoTtfvvNwsLe5uP7znLdWdr8aLWV44VTMYJCOLC6YpLBfllP5qD8AFZY+2YFHyTh/Wq31tiqt2b&#10;T/Q6h1LEEPYpKjAhNKmUvjBk0Y9dQxy5u2sthgjbUuoW3zHc1nKaJJ/SYsWxwWBDW0PF4/y0Cj7y&#10;+S2ffR2z/W56DPfrbHOizCg1HHTZAkSgLvyL/9wHHedP4PeXeIBc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Giv3BAAAA2wAAAA8AAAAAAAAAAAAAAAAAmAIAAGRycy9kb3du&#10;cmV2LnhtbFBLBQYAAAAABAAEAPUAAACGAwAAAAA=&#10;" path="m,l3072,6428r-1711,l,xe" filled="f" stroked="f" strokeweight="0">
                    <v:path arrowok="t" o:connecttype="custom" o:connectlocs="0,0;1950720,4081780;864235,4081780;0,0" o:connectangles="0,0,0,0"/>
                  </v:shape>
                  <v:shape id="Freeform 12" o:spid="_x0000_s1035" style="position:absolute;left:6;top:50577;width:25546;height:6268;visibility:visible;mso-wrap-style:square;v-text-anchor:top" coordsize="4023,9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N2OL4A&#10;AADbAAAADwAAAGRycy9kb3ducmV2LnhtbERP3WrCMBS+H/gO4QjeDE3XFZXOKCIr7HbdHuDQHJuy&#10;5qQkUdu3N4Kwu/Px/Z7dYbS9uJIPnWMFb6sMBHHjdMetgt+farkFESKyxt4xKZgowGE/e9lhqd2N&#10;v+lax1akEA4lKjAxDqWUoTFkMazcQJy4s/MWY4K+ldrjLYXbXuZZtpYWO04NBgc6GWr+6otVoAvc&#10;Vlxv/KsJ/XthmxN9dpNSi/l4/AARaYz/4qf7S6f5OTx+SQfI/R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zdji+AAAA2wAAAA8AAAAAAAAAAAAAAAAAmAIAAGRycy9kb3ducmV2&#10;LnhtbFBLBQYAAAAABAAEAPUAAACDAwAAAAA=&#10;" path="m4023,l,987,,13,4023,xe" filled="f" stroked="f" strokeweight="0">
                    <v:path arrowok="t" o:connecttype="custom" o:connectlocs="2554605,0;0,626745;0,8255;2554605,0" o:connectangles="0,0,0,0"/>
                  </v:shape>
                  <v:shape id="Freeform 13" o:spid="_x0000_s1036" style="position:absolute;left:6;top:50577;width:25546;height:18403;visibility:visible;mso-wrap-style:square;v-text-anchor:top" coordsize="4023,2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MiVr4A&#10;AADbAAAADwAAAGRycy9kb3ducmV2LnhtbERP24rCMBB9X/Afwgi+rakriNs1iohC38TLBwzN2BQ7&#10;k9pktf69WVjwbQ7nOotVz426UxdqLwYm4wwUSeltLZWB82n3OQcVIorFxgsZeFKA1XLwscDc+occ&#10;6H6MlUohEnI04GJsc61D6YgxjH1LkriL7xhjgl2lbYePFM6N/sqymWasJTU4bGnjqLwef9mA3++Z&#10;dwXfrhfrQl19n7fzYmvMaNivf0BF6uNb/O8ubJo/hb9f0gF6+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QjIla+AAAA2wAAAA8AAAAAAAAAAAAAAAAAmAIAAGRycy9kb3ducmV2&#10;LnhtbFBLBQYAAAAABAAEAPUAAACDAwAAAAA=&#10;" path="m4023,l,2898,,1920,4023,xe" filled="f" stroked="f" strokeweight="0">
                    <v:path arrowok="t" o:connecttype="custom" o:connectlocs="2554605,0;0,1840230;0,1219200;2554605,0" o:connectangles="0,0,0,0"/>
                  </v:shape>
                  <v:shape id="Freeform 14" o:spid="_x0000_s1037" style="position:absolute;left:6;top:50577;width:25546;height:34722;visibility:visible;mso-wrap-style:square;v-text-anchor:top" coordsize="4023,54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KZYcMA&#10;AADbAAAADwAAAGRycy9kb3ducmV2LnhtbERPTWvCQBC9C/6HZYTedNNQikRXkZYUyaHQ2IPHMTsm&#10;wexsurs1aX99VxB6m8f7nPV2NJ24kvOtZQWPiwQEcWV1y7WCz0M+X4LwAVljZ5kU/JCH7WY6WWOm&#10;7cAfdC1DLWII+wwVNCH0mZS+asigX9ieOHJn6wyGCF0ttcMhhptOpknyLA22HBsa7OmloepSfhsF&#10;xfj2e3pf5oW7HLhPy6+jez3ulXqYjbsViEBj+Bff3Xsd5z/B7Zd4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KZYcMAAADbAAAADwAAAAAAAAAAAAAAAACYAgAAZHJzL2Rv&#10;d25yZXYueG1sUEsFBgAAAAAEAAQA9QAAAIgDAAAAAA==&#10;" path="m4023,l,5468,,4024,4023,xe" filled="f" stroked="f" strokeweight="0">
                    <v:path arrowok="t" o:connecttype="custom" o:connectlocs="2554605,0;0,3472180;0,2555240;2554605,0" o:connectangles="0,0,0,0"/>
                  </v:shape>
                  <v:shape id="Freeform 15" o:spid="_x0000_s1038" style="position:absolute;left:25533;width:37293;height:50622;visibility:visible;mso-wrap-style:square;v-text-anchor:top" coordsize="5873,7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eOR70A&#10;AADbAAAADwAAAGRycy9kb3ducmV2LnhtbERPSwrCMBDdC94hjOBOUwVFqlFEVAR14Xc9NGNbbCal&#10;iVpvbwTB3Tzedyaz2hTiSZXLLSvodSMQxInVOacKzqdVZwTCeWSNhWVS8CYHs2mzMcFY2xcf6Hn0&#10;qQgh7GJUkHlfxlK6JCODrmtL4sDdbGXQB1ilUlf4CuGmkP0oGkqDOYeGDEtaZJTcjw+jYLsbvq+X&#10;Oa9v0SY9uX2yXFxGZ6XarXo+BuGp9n/xz73RYf4Avr+E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leOR70AAADbAAAADwAAAAAAAAAAAAAAAACYAgAAZHJzL2Rvd25yZXYu&#10;eG1sUEsFBgAAAAAEAAQA9QAAAIIDAAAAAA==&#10;" path="m4224,l5873,,,7972,4224,xe" filled="f" stroked="f" strokeweight="0">
                    <v:path arrowok="t" o:connecttype="custom" o:connectlocs="2682240,0;3729355,0;0,5062220;2682240,0" o:connectangles="0,0,0,0"/>
                  </v:shape>
                  <v:shape id="Freeform 16" o:spid="_x0000_s1039" style="position:absolute;left:6;top:34575;width:25546;height:16040;visibility:visible;mso-wrap-style:square;v-text-anchor:top" coordsize="4023,2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6BQMMA&#10;AADbAAAADwAAAGRycy9kb3ducmV2LnhtbERPTWvCQBC9F/wPywi9NRtLCSF1lVAtiNLQpB48Dtkx&#10;Cc3Ohuyq8d93C4Xe5vE+Z7meTC+uNLrOsoJFFIMgrq3uuFFw/Hp/SkE4j6yxt0wK7uRgvZo9LDHT&#10;9sYlXSvfiBDCLkMFrfdDJqWrWzLoIjsQB+5sR4M+wLGResRbCDe9fI7jRBrsODS0ONBbS/V3dTEK&#10;Dvn9ZTNUn9t0f1wU9UeO5alIlHqcT/krCE+T/xf/uXc6zE/g95dwgF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6BQMMAAADbAAAADwAAAAAAAAAAAAAAAACYAgAAZHJzL2Rv&#10;d25yZXYueG1sUEsFBgAAAAAEAAQA9QAAAIgDAAAAAA==&#10;" path="m,l4023,2526,,1427,,xe" filled="f" stroked="f" strokeweight="0">
                    <v:path arrowok="t" o:connecttype="custom" o:connectlocs="0,0;2554605,1604010;0,906145;0,0" o:connectangles="0,0,0,0"/>
                  </v:shape>
                  <v:shape id="Freeform 17" o:spid="_x0000_s1040" style="position:absolute;left:25533;width:17704;height:50622;visibility:visible;mso-wrap-style:square;v-text-anchor:top" coordsize="2788,7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H1m8MA&#10;AADbAAAADwAAAGRycy9kb3ducmV2LnhtbERPS4vCMBC+L/gfwix4kTXVgyvVVBZBEURZH4c9Ds30&#10;oc2kNFGrv94Iwt7m43vOdNaaSlypcaVlBYN+BII4tbrkXMHxsPgag3AeWWNlmRTcycEs6XxMMdb2&#10;xju67n0uQgi7GBUU3texlC4tyKDr25o4cJltDPoAm1zqBm8h3FRyGEUjabDk0FBgTfOC0vP+YhRc&#10;5Pl33dscFitzPz2W2d92OF+SUt3P9mcCwlPr/8Vv90qH+d/w+iUcIJ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H1m8MAAADbAAAADwAAAAAAAAAAAAAAAACYAgAAZHJzL2Rv&#10;d25yZXYueG1sUEsFBgAAAAAEAAQA9QAAAIgDAAAAAA==&#10;" path="m1409,l2788,,,7972,1409,xe" filled="f" stroked="f" strokeweight="0">
                    <v:path arrowok="t" o:connecttype="custom" o:connectlocs="894715,0;1770380,0;0,5062220;894715,0" o:connectangles="0,0,0,0"/>
                  </v:shape>
                  <v:shape id="Freeform 18" o:spid="_x0000_s1041" style="position:absolute;left:6;width:25546;height:50622;visibility:visible;mso-wrap-style:square;v-text-anchor:top" coordsize="4023,7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e9ucMA&#10;AADbAAAADwAAAGRycy9kb3ducmV2LnhtbESPT2vCQBDF7wW/wzJCb3Vji1JSVwmCUOjJf/Q6zY5J&#10;SHY2ZFfd+umdg+BtHvN+b94sVsl16kJDaDwbmE4yUMSltw1XBg77zdsnqBCRLXaeycA/BVgtRy8L&#10;zK2/8pYuu1gpCeGQo4E6xj7XOpQ1OQwT3xPL7uQHh1HkUGk74FXCXaffs2yuHTYsF2rsaV1T2e7O&#10;Tmrsb75Zp/Z8/EjZ7PT7V/y0rjDmdZyKL1CRUnyaH/S3FU7Kyi8ygF7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Ce9ucMAAADbAAAADwAAAAAAAAAAAAAAAACYAgAAZHJzL2Rv&#10;d25yZXYueG1sUEsFBgAAAAAEAAQA9QAAAIgDAAAAAA==&#10;" path="m,l213,,4023,7972,,3356,,xe" filled="f" stroked="f" strokeweight="0">
                    <v:path arrowok="t" o:connecttype="custom" o:connectlocs="0,0;135255,0;2554605,5062220;0,2131060;0,0" o:connectangles="0,0,0,0,0"/>
                  </v:shape>
                  <v:shape id="Freeform 19" o:spid="_x0000_s1042" style="position:absolute;left:14865;width:10693;height:50622;visibility:visible;mso-wrap-style:square;v-text-anchor:top" coordsize="1684,7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g0dMAA&#10;AADbAAAADwAAAGRycy9kb3ducmV2LnhtbERPTWsCMRC9F/wPYYTe6qylSN0aRQqFHnqo1t6Hzexm&#10;3c1ku0k1/feNIHibx/uc1Sa5Xp14DK0XDfNZAYql8qaVRsPh6+3hGVSIJIZ6L6zhjwNs1pO7FZXG&#10;n2XHp31sVA6RUJIGG+NQIobKsqMw8wNL5mo/OooZjg2akc453PX4WBQLdNRKbrA08Kvlqtv/Og2f&#10;353fInJ97J7wx370qd4tk9b307R9ARU5xZv46n43ef4SLr/kA3D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g0dMAAAADbAAAADwAAAAAAAAAAAAAAAACYAgAAZHJzL2Rvd25y&#10;ZXYueG1sUEsFBgAAAAAEAAQA9QAAAIUDAAAAAA==&#10;" path="m,l1653,r31,7972l,xe" filled="f" stroked="f" strokeweight="0">
                    <v:path arrowok="t" o:connecttype="custom" o:connectlocs="0,0;1049655,0;1069340,5062220;0,0" o:connectangles="0,0,0,0"/>
                  </v:shape>
                  <v:shape id="Freeform 7" o:spid="_x0000_s1043" style="position:absolute;left:25533;top:50577;width:43059;height:40818;visibility:visible;mso-wrap-style:square;v-text-anchor:top" coordsize="6781,6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JS8sQA&#10;AADaAAAADwAAAGRycy9kb3ducmV2LnhtbESPT2vCQBTE7wW/w/IKvUjdWGwr0VVEUukpolbPj+wz&#10;Cc2+jdlt/nz7bkHocZiZ3zDLdW8q0VLjSssKppMIBHFmdcm5gq/Tx/MchPPIGivLpGAgB+vV6GGJ&#10;sbYdH6g9+lwECLsYFRTe17GULivIoJvYmjh4V9sY9EE2udQNdgFuKvkSRW/SYMlhocCatgVl38cf&#10;o2Acncr90PlknqSpuV1m52z3OlXq6bHfLEB46v1/+N7+1Are4e9KuAF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iUvLEAAAA2gAAAA8AAAAAAAAAAAAAAAAAmAIAAGRycy9k&#10;b3ducmV2LnhtbFBLBQYAAAAABAAEAPUAAACJAwAAAAA=&#10;" path="m,l6781,4259r,2169l5598,6428,,xe" filled="f" stroked="f" strokeweight="0">
                    <v:path arrowok="t" o:connecttype="custom" o:connectlocs="0,0;4305935,2704465;4305935,4081780;3554730,4081780;0,0" o:connectangles="0,0,0,0,0"/>
                  </v:shape>
                </v:group>
                <w10:wrap anchorx="page" anchory="page"/>
              </v:group>
            </w:pict>
          </mc:Fallback>
        </mc:AlternateContent>
      </w:r>
      <w:bookmarkEnd w:id="0"/>
    </w:p>
    <w:sectPr w:rsidR="00790730" w:rsidSect="00A413C1">
      <w:pgSz w:w="15840" w:h="12240" w:orient="landscape"/>
      <w:pgMar w:top="720" w:right="0" w:bottom="720" w:left="630" w:header="720" w:footer="0" w:gutter="0"/>
      <w:cols w:space="720"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40ED9D" w14:textId="77777777" w:rsidR="008B2806" w:rsidRDefault="008B2806" w:rsidP="009C0E7A">
      <w:r>
        <w:separator/>
      </w:r>
    </w:p>
  </w:endnote>
  <w:endnote w:type="continuationSeparator" w:id="0">
    <w:p w14:paraId="7D4CC201" w14:textId="77777777" w:rsidR="008B2806" w:rsidRDefault="008B2806" w:rsidP="009C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825E92" w14:textId="77777777" w:rsidR="008B2806" w:rsidRDefault="008B2806" w:rsidP="009C0E7A">
      <w:r>
        <w:separator/>
      </w:r>
    </w:p>
  </w:footnote>
  <w:footnote w:type="continuationSeparator" w:id="0">
    <w:p w14:paraId="29D12471" w14:textId="77777777" w:rsidR="008B2806" w:rsidRDefault="008B2806" w:rsidP="009C0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A3AD3"/>
    <w:multiLevelType w:val="hybridMultilevel"/>
    <w:tmpl w:val="ECA638C4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C08"/>
    <w:rsid w:val="00030C88"/>
    <w:rsid w:val="00031C08"/>
    <w:rsid w:val="000A71EB"/>
    <w:rsid w:val="00151552"/>
    <w:rsid w:val="0017294D"/>
    <w:rsid w:val="00260922"/>
    <w:rsid w:val="0031463A"/>
    <w:rsid w:val="00326F7E"/>
    <w:rsid w:val="00350E2E"/>
    <w:rsid w:val="003A0EA3"/>
    <w:rsid w:val="003B7D34"/>
    <w:rsid w:val="003C6BAA"/>
    <w:rsid w:val="003F7DB8"/>
    <w:rsid w:val="004E57C5"/>
    <w:rsid w:val="005C4C6C"/>
    <w:rsid w:val="00623E42"/>
    <w:rsid w:val="00790730"/>
    <w:rsid w:val="00810DCA"/>
    <w:rsid w:val="00857C17"/>
    <w:rsid w:val="008B2806"/>
    <w:rsid w:val="009C0E7A"/>
    <w:rsid w:val="00A413C1"/>
    <w:rsid w:val="00A82F6F"/>
    <w:rsid w:val="00AB7496"/>
    <w:rsid w:val="00AE3667"/>
    <w:rsid w:val="00B10359"/>
    <w:rsid w:val="00C0344C"/>
    <w:rsid w:val="00C0391F"/>
    <w:rsid w:val="00C11DD9"/>
    <w:rsid w:val="00C56978"/>
    <w:rsid w:val="00D013EC"/>
    <w:rsid w:val="00D4634E"/>
    <w:rsid w:val="00D92210"/>
    <w:rsid w:val="00EC728B"/>
    <w:rsid w:val="00EE215A"/>
    <w:rsid w:val="00F27809"/>
    <w:rsid w:val="00F5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6E5ECE"/>
  <w15:chartTrackingRefBased/>
  <w15:docId w15:val="{C1FEE6E7-752E-41E0-854E-8BCC8B778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297FD5" w:themeColor="accent3"/>
        <w:sz w:val="36"/>
        <w:szCs w:val="36"/>
        <w:lang w:val="en-US" w:eastAsia="ja-JP" w:bidi="ar-SA"/>
      </w:rPr>
    </w:rPrDefault>
    <w:pPrDefault>
      <w:pPr>
        <w:ind w:left="720" w:right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2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344C"/>
    <w:pPr>
      <w:ind w:left="0" w:right="0"/>
      <w:outlineLvl w:val="0"/>
    </w:pPr>
    <w:rPr>
      <w:rFonts w:asciiTheme="majorHAnsi" w:eastAsiaTheme="minorHAnsi" w:hAnsiTheme="majorHAnsi" w:cstheme="majorHAnsi"/>
      <w:color w:val="9BC7CE" w:themeColor="accent5" w:themeTint="99"/>
      <w:sz w:val="48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ubtitle">
    <w:name w:val="Subtitle"/>
    <w:basedOn w:val="Normal"/>
    <w:next w:val="Normal"/>
    <w:link w:val="SubtitleChar"/>
    <w:uiPriority w:val="1"/>
    <w:qFormat/>
    <w:pPr>
      <w:numPr>
        <w:ilvl w:val="1"/>
      </w:numPr>
      <w:spacing w:line="216" w:lineRule="auto"/>
      <w:ind w:left="720"/>
    </w:pPr>
    <w:rPr>
      <w:caps/>
      <w:color w:val="FFFFFF" w:themeColor="background1"/>
      <w:sz w:val="110"/>
      <w:szCs w:val="110"/>
    </w:rPr>
  </w:style>
  <w:style w:type="character" w:styleId="Hyperlink">
    <w:name w:val="Hyperlink"/>
    <w:basedOn w:val="DefaultParagraphFont"/>
    <w:uiPriority w:val="99"/>
    <w:unhideWhenUsed/>
    <w:rPr>
      <w:color w:val="9454C3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3EBBF0" w:themeColor="followedHyperlink"/>
      <w:u w:val="none"/>
    </w:rPr>
  </w:style>
  <w:style w:type="character" w:customStyle="1" w:styleId="SubtitleChar">
    <w:name w:val="Subtitle Char"/>
    <w:basedOn w:val="DefaultParagraphFont"/>
    <w:link w:val="Subtitle"/>
    <w:uiPriority w:val="1"/>
    <w:rPr>
      <w:caps/>
      <w:color w:val="FFFFFF" w:themeColor="background1"/>
      <w:sz w:val="110"/>
      <w:szCs w:val="110"/>
    </w:rPr>
  </w:style>
  <w:style w:type="paragraph" w:styleId="Title">
    <w:name w:val="Title"/>
    <w:basedOn w:val="Normal"/>
    <w:next w:val="Normal"/>
    <w:link w:val="TitleChar"/>
    <w:uiPriority w:val="10"/>
    <w:qFormat/>
    <w:pPr>
      <w:spacing w:line="216" w:lineRule="auto"/>
      <w:contextualSpacing/>
    </w:pPr>
    <w:rPr>
      <w:rFonts w:asciiTheme="majorHAnsi" w:eastAsiaTheme="majorEastAsia" w:hAnsiTheme="majorHAnsi" w:cstheme="majorBidi"/>
      <w:caps/>
      <w:color w:val="FFFFFF" w:themeColor="background1"/>
      <w:kern w:val="28"/>
      <w:sz w:val="168"/>
      <w:szCs w:val="16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FFFFFF" w:themeColor="background1"/>
      <w:kern w:val="28"/>
      <w:sz w:val="168"/>
      <w:szCs w:val="168"/>
    </w:rPr>
  </w:style>
  <w:style w:type="paragraph" w:customStyle="1" w:styleId="Age">
    <w:name w:val="Age"/>
    <w:basedOn w:val="Normal"/>
    <w:uiPriority w:val="1"/>
    <w:qFormat/>
    <w:pPr>
      <w:spacing w:line="192" w:lineRule="auto"/>
      <w:ind w:left="634"/>
    </w:pPr>
    <w:rPr>
      <w:color w:val="FFFFFF" w:themeColor="background1"/>
      <w:sz w:val="490"/>
      <w:szCs w:val="490"/>
    </w:rPr>
  </w:style>
  <w:style w:type="paragraph" w:styleId="NoSpacing">
    <w:name w:val="No Spacing"/>
    <w:uiPriority w:val="99"/>
    <w:semiHidden/>
    <w:unhideWhenUsed/>
    <w:qFormat/>
    <w:rPr>
      <w:sz w:val="16"/>
      <w:szCs w:val="16"/>
    </w:rPr>
  </w:style>
  <w:style w:type="paragraph" w:styleId="BlockText">
    <w:name w:val="Block Text"/>
    <w:basedOn w:val="Normal"/>
    <w:uiPriority w:val="2"/>
    <w:unhideWhenUsed/>
    <w:qFormat/>
    <w:pPr>
      <w:spacing w:after="40" w:line="216" w:lineRule="auto"/>
      <w:contextualSpacing/>
    </w:pPr>
    <w:rPr>
      <w:rFonts w:asciiTheme="majorHAnsi" w:eastAsiaTheme="majorEastAsia" w:hAnsiTheme="majorHAnsi" w:cstheme="majorBidi"/>
      <w:color w:val="FFFFFF" w:themeColor="background1"/>
      <w:sz w:val="60"/>
      <w:szCs w:val="60"/>
    </w:rPr>
  </w:style>
  <w:style w:type="paragraph" w:customStyle="1" w:styleId="RSVP">
    <w:name w:val="RSVP"/>
    <w:basedOn w:val="Normal"/>
    <w:uiPriority w:val="2"/>
    <w:qFormat/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0344C"/>
    <w:rPr>
      <w:rFonts w:asciiTheme="majorHAnsi" w:eastAsiaTheme="minorHAnsi" w:hAnsiTheme="majorHAnsi" w:cstheme="majorHAnsi"/>
      <w:color w:val="9BC7CE" w:themeColor="accent5" w:themeTint="99"/>
      <w:sz w:val="48"/>
      <w:szCs w:val="22"/>
      <w:lang w:eastAsia="en-US"/>
    </w:rPr>
  </w:style>
  <w:style w:type="character" w:customStyle="1" w:styleId="fsize30">
    <w:name w:val="fsize30"/>
    <w:basedOn w:val="DefaultParagraphFont"/>
    <w:rsid w:val="00C0344C"/>
  </w:style>
  <w:style w:type="paragraph" w:styleId="NormalWeb">
    <w:name w:val="Normal (Web)"/>
    <w:basedOn w:val="Normal"/>
    <w:uiPriority w:val="99"/>
    <w:semiHidden/>
    <w:unhideWhenUsed/>
    <w:rsid w:val="00C0344C"/>
    <w:pPr>
      <w:spacing w:before="100" w:beforeAutospacing="1" w:after="100" w:afterAutospacing="1"/>
      <w:ind w:left="0" w:right="0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C0344C"/>
    <w:pPr>
      <w:spacing w:after="200" w:line="276" w:lineRule="auto"/>
      <w:ind w:right="0"/>
      <w:contextualSpacing/>
    </w:pPr>
    <w:rPr>
      <w:rFonts w:eastAsiaTheme="minorHAnsi"/>
      <w:color w:val="auto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56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2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2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28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0E7A"/>
    <w:pPr>
      <w:ind w:left="0" w:right="0"/>
    </w:pPr>
  </w:style>
  <w:style w:type="paragraph" w:styleId="FootnoteText">
    <w:name w:val="footnote text"/>
    <w:basedOn w:val="Normal"/>
    <w:link w:val="FootnoteTextChar"/>
    <w:uiPriority w:val="99"/>
    <w:unhideWhenUsed/>
    <w:rsid w:val="009C0E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C0E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C0E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5155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5155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5155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515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1552"/>
  </w:style>
  <w:style w:type="paragraph" w:styleId="Footer">
    <w:name w:val="footer"/>
    <w:basedOn w:val="Normal"/>
    <w:link w:val="FooterChar"/>
    <w:uiPriority w:val="99"/>
    <w:unhideWhenUsed/>
    <w:rsid w:val="001515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1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1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3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55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42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4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64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85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0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33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75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75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1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78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55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vsu.edu/erp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gvsu.edu/er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hyperlink" Target="http://www.gvsu.edu/erp" TargetMode="Externa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gvsu.edu/er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agan\AppData\Roaming\Microsoft\Templates\Birthday%20poster.dotx" TargetMode="Externa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Birthday Flyer">
      <a:majorFont>
        <a:latin typeface="Franklin Gothic Medium"/>
        <a:ea typeface=""/>
        <a:cs typeface=""/>
      </a:majorFont>
      <a:minorFont>
        <a:latin typeface="Franklin Gothic Med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2711B-BB1C-4379-98AA-1FB82571C7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05D6DD-DAB3-4461-AA3A-5D804AA4E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Birthday poster.dotx</Template>
  <TotalTime>54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Meagan Knoll</dc:creator>
  <cp:keywords/>
  <cp:lastModifiedBy>Meagan Knoll</cp:lastModifiedBy>
  <cp:revision>8</cp:revision>
  <cp:lastPrinted>2015-12-14T16:44:00Z</cp:lastPrinted>
  <dcterms:created xsi:type="dcterms:W3CDTF">2015-12-09T18:17:00Z</dcterms:created>
  <dcterms:modified xsi:type="dcterms:W3CDTF">2016-02-26T02:43:00Z</dcterms:modified>
  <cp:contentStatus>An SAP Young Thinkers Program</cp:contentStatus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TC034248919991</vt:lpwstr>
  </property>
</Properties>
</file>